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A5" w:rsidRDefault="00005FA5" w:rsidP="00515A23">
      <w:pPr>
        <w:pStyle w:val="Title"/>
        <w:rPr>
          <w:lang w:bidi="ar-SA"/>
        </w:rPr>
      </w:pPr>
    </w:p>
    <w:p w:rsidR="00005FA5" w:rsidRDefault="00005FA5" w:rsidP="00515A23">
      <w:pPr>
        <w:pStyle w:val="Title"/>
        <w:rPr>
          <w:lang w:bidi="ar-SA"/>
        </w:rPr>
      </w:pPr>
    </w:p>
    <w:p w:rsidR="00005FA5" w:rsidRDefault="00005FA5" w:rsidP="00515A23">
      <w:pPr>
        <w:pStyle w:val="Title"/>
        <w:rPr>
          <w:lang w:bidi="ar-SA"/>
        </w:rPr>
      </w:pPr>
    </w:p>
    <w:p w:rsidR="00C406E9" w:rsidRDefault="00C406E9" w:rsidP="00515A23">
      <w:pPr>
        <w:pStyle w:val="Title"/>
        <w:rPr>
          <w:sz w:val="32"/>
          <w:szCs w:val="32"/>
          <w:u w:val="single"/>
          <w:lang w:bidi="ar-SA"/>
        </w:rPr>
      </w:pPr>
    </w:p>
    <w:p w:rsidR="00F747EA" w:rsidRPr="00F747EA" w:rsidRDefault="00F747EA" w:rsidP="00F747EA">
      <w:pPr>
        <w:pStyle w:val="Heading1"/>
        <w:rPr>
          <w:lang w:bidi="ar-SA"/>
        </w:rPr>
      </w:pPr>
      <w:r w:rsidRPr="00F747EA">
        <w:t>KICKSTART</w:t>
      </w:r>
      <w:r>
        <w:t>- Youth Mental and Physical Health Awareness Day</w:t>
      </w:r>
    </w:p>
    <w:p w:rsidR="00F747EA" w:rsidRDefault="00F747EA" w:rsidP="00F747EA">
      <w:pPr>
        <w:pStyle w:val="Heading1"/>
      </w:pPr>
      <w:r w:rsidRPr="00F747EA">
        <w:t>REGISTRATION FORM</w:t>
      </w:r>
    </w:p>
    <w:p w:rsidR="002C6988" w:rsidRDefault="002C6988" w:rsidP="002C6988"/>
    <w:p w:rsidR="002C6988" w:rsidRDefault="002C6988" w:rsidP="002C6988">
      <w:r>
        <w:t>Dear Parents / Carers</w:t>
      </w:r>
    </w:p>
    <w:p w:rsidR="002C6988" w:rsidRDefault="002C6988" w:rsidP="002C6988">
      <w:r>
        <w:t>Students in Year 10 are invited to the Kick Start Conference held at Springwood High School on Thursday 26</w:t>
      </w:r>
      <w:r w:rsidRPr="002C6988">
        <w:rPr>
          <w:vertAlign w:val="superscript"/>
        </w:rPr>
        <w:t>th</w:t>
      </w:r>
      <w:r>
        <w:t xml:space="preserve"> February. The day will include yoga and some physical exercise so st</w:t>
      </w:r>
      <w:r w:rsidR="00530901">
        <w:t xml:space="preserve">udents are invited to wear sports uniform </w:t>
      </w:r>
      <w:r>
        <w:t>and shoes. The day is being co-hosted by Wesley Reconnect, Headspace</w:t>
      </w:r>
      <w:r w:rsidR="00530901">
        <w:t>, and Mountains Youth Services T</w:t>
      </w:r>
      <w:r>
        <w:t>eam (MYST), with food provided b</w:t>
      </w:r>
      <w:r w:rsidR="00530901">
        <w:t>y Nutrition Station. R</w:t>
      </w:r>
      <w:r>
        <w:t>ecess and lunch will be provided</w:t>
      </w:r>
      <w:r w:rsidR="00530901">
        <w:t xml:space="preserve"> and held at different times to the rest of the school</w:t>
      </w:r>
      <w:r>
        <w:t xml:space="preserve">. Please complete the registration form below and return it to your child’s </w:t>
      </w:r>
      <w:r w:rsidR="00530901">
        <w:t>roll call teacher</w:t>
      </w:r>
      <w:r>
        <w:t>.</w:t>
      </w:r>
    </w:p>
    <w:p w:rsidR="00CF1D45" w:rsidRDefault="00CF1D45" w:rsidP="002C6988"/>
    <w:p w:rsidR="002C6988" w:rsidRDefault="002C6988" w:rsidP="002C6988">
      <w:pPr>
        <w:spacing w:after="0"/>
      </w:pPr>
      <w:r>
        <w:t>Sincerely,</w:t>
      </w:r>
    </w:p>
    <w:p w:rsidR="002C6988" w:rsidRDefault="002C6988" w:rsidP="002C6988">
      <w:pPr>
        <w:spacing w:after="0"/>
      </w:pPr>
      <w:r>
        <w:t>Pat McArthur</w:t>
      </w:r>
    </w:p>
    <w:p w:rsidR="00F747EA" w:rsidRDefault="002C6988" w:rsidP="002C6988">
      <w:pPr>
        <w:spacing w:after="0"/>
      </w:pPr>
      <w:r>
        <w:t>School Counsellor</w:t>
      </w:r>
    </w:p>
    <w:p w:rsidR="002C6988" w:rsidRPr="00F747EA" w:rsidRDefault="002C6988" w:rsidP="002C6988">
      <w:pPr>
        <w:spacing w:after="0"/>
      </w:pPr>
    </w:p>
    <w:tbl>
      <w:tblPr>
        <w:tblStyle w:val="TableGrid"/>
        <w:tblW w:w="10521" w:type="dxa"/>
        <w:jc w:val="center"/>
        <w:tblInd w:w="-601" w:type="dxa"/>
        <w:tblLook w:val="04A0"/>
      </w:tblPr>
      <w:tblGrid>
        <w:gridCol w:w="2374"/>
        <w:gridCol w:w="3051"/>
        <w:gridCol w:w="1833"/>
        <w:gridCol w:w="3263"/>
      </w:tblGrid>
      <w:tr w:rsidR="00F747EA" w:rsidRPr="00F747EA" w:rsidTr="00F747EA">
        <w:trPr>
          <w:trHeight w:val="60"/>
          <w:jc w:val="center"/>
        </w:trPr>
        <w:tc>
          <w:tcPr>
            <w:tcW w:w="10521" w:type="dxa"/>
            <w:gridSpan w:val="4"/>
            <w:shd w:val="clear" w:color="auto" w:fill="B8CCE4" w:themeFill="accent1" w:themeFillTint="66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Young Person’s details </w:t>
            </w:r>
          </w:p>
        </w:tc>
      </w:tr>
      <w:tr w:rsidR="00F747EA" w:rsidRPr="00F747EA" w:rsidTr="00F747EA">
        <w:trPr>
          <w:trHeight w:val="95"/>
          <w:jc w:val="center"/>
        </w:trPr>
        <w:tc>
          <w:tcPr>
            <w:tcW w:w="2374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Child’s Full Name: </w:t>
            </w:r>
          </w:p>
        </w:tc>
        <w:tc>
          <w:tcPr>
            <w:tcW w:w="8147" w:type="dxa"/>
            <w:gridSpan w:val="3"/>
            <w:vAlign w:val="center"/>
          </w:tcPr>
          <w:p w:rsidR="00F747EA" w:rsidRDefault="00F747EA" w:rsidP="00F747EA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F747EA">
            <w:pPr>
              <w:spacing w:after="0" w:line="240" w:lineRule="auto"/>
              <w:rPr>
                <w:lang w:bidi="ar-SA"/>
              </w:rPr>
            </w:pPr>
          </w:p>
        </w:tc>
      </w:tr>
      <w:tr w:rsidR="00F747EA" w:rsidRPr="00F747EA" w:rsidTr="00CF1D45">
        <w:trPr>
          <w:trHeight w:val="48"/>
          <w:jc w:val="center"/>
        </w:trPr>
        <w:tc>
          <w:tcPr>
            <w:tcW w:w="2374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D.O.B. </w:t>
            </w:r>
          </w:p>
        </w:tc>
        <w:tc>
          <w:tcPr>
            <w:tcW w:w="3051" w:type="dxa"/>
            <w:vAlign w:val="center"/>
          </w:tcPr>
          <w:p w:rsidR="002C6988" w:rsidRDefault="00F747EA" w:rsidP="00F747EA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             </w:t>
            </w:r>
          </w:p>
          <w:p w:rsidR="00F747EA" w:rsidRPr="00F747EA" w:rsidRDefault="00F747EA" w:rsidP="00F747EA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                </w:t>
            </w:r>
          </w:p>
        </w:tc>
        <w:tc>
          <w:tcPr>
            <w:tcW w:w="1833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Gender:  </w:t>
            </w:r>
          </w:p>
        </w:tc>
        <w:tc>
          <w:tcPr>
            <w:tcW w:w="3263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>Male / Female</w:t>
            </w:r>
          </w:p>
        </w:tc>
      </w:tr>
      <w:tr w:rsidR="00F747EA" w:rsidRPr="00F747EA" w:rsidTr="00F747EA">
        <w:trPr>
          <w:trHeight w:val="71"/>
          <w:jc w:val="center"/>
        </w:trPr>
        <w:tc>
          <w:tcPr>
            <w:tcW w:w="2374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Cultural Background </w:t>
            </w:r>
          </w:p>
        </w:tc>
        <w:tc>
          <w:tcPr>
            <w:tcW w:w="8147" w:type="dxa"/>
            <w:gridSpan w:val="3"/>
            <w:vAlign w:val="center"/>
          </w:tcPr>
          <w:p w:rsidR="00F747EA" w:rsidRDefault="00F747EA" w:rsidP="00F747EA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F747EA">
            <w:pPr>
              <w:spacing w:after="0" w:line="240" w:lineRule="auto"/>
              <w:rPr>
                <w:lang w:bidi="ar-SA"/>
              </w:rPr>
            </w:pPr>
          </w:p>
        </w:tc>
      </w:tr>
      <w:tr w:rsidR="00F747EA" w:rsidRPr="00F747EA" w:rsidTr="00F747EA">
        <w:trPr>
          <w:trHeight w:val="71"/>
          <w:jc w:val="center"/>
        </w:trPr>
        <w:tc>
          <w:tcPr>
            <w:tcW w:w="2374" w:type="dxa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Dietary  Requirements </w:t>
            </w:r>
          </w:p>
        </w:tc>
        <w:tc>
          <w:tcPr>
            <w:tcW w:w="8147" w:type="dxa"/>
            <w:gridSpan w:val="3"/>
            <w:vAlign w:val="center"/>
          </w:tcPr>
          <w:p w:rsidR="00F747EA" w:rsidRPr="00F747EA" w:rsidRDefault="00F747EA" w:rsidP="00F747EA">
            <w:pPr>
              <w:spacing w:after="0" w:line="240" w:lineRule="auto"/>
              <w:rPr>
                <w:lang w:bidi="ar-SA"/>
              </w:rPr>
            </w:pPr>
          </w:p>
          <w:p w:rsidR="00F747EA" w:rsidRPr="00F747EA" w:rsidRDefault="00154740" w:rsidP="00F747EA">
            <w:pPr>
              <w:spacing w:after="0" w:line="240" w:lineRule="auto"/>
              <w:rPr>
                <w:lang w:bidi="ar-SA"/>
              </w:rPr>
            </w:pPr>
            <w:r>
              <w:rPr>
                <w:lang w:bidi="ar-SA"/>
              </w:rPr>
              <w:pict>
                <v:rect id="Rectangle 20" o:spid="_x0000_s1027" style="position:absolute;margin-left:215.95pt;margin-top:2.7pt;width:8.25pt;height:7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" filled="f" strokecolor="windowText" strokeweight="1pt"/>
              </w:pict>
            </w:r>
            <w:r>
              <w:rPr>
                <w:lang w:bidi="ar-SA"/>
              </w:rPr>
              <w:pict>
                <v:rect id="Rectangle 19" o:spid="_x0000_s1029" style="position:absolute;margin-left:137.1pt;margin-top:2.85pt;width:8.25pt;height: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" filled="f" strokecolor="windowText" strokeweight="1pt"/>
              </w:pict>
            </w:r>
            <w:r>
              <w:rPr>
                <w:lang w:bidi="ar-SA"/>
              </w:rPr>
              <w:pict>
                <v:rect id="Rectangle 18" o:spid="_x0000_s1026" style="position:absolute;margin-left:60.35pt;margin-top:3pt;width:8.25pt;height:7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" filled="f" strokecolor="windowText" strokeweight="1pt"/>
              </w:pict>
            </w:r>
            <w:r>
              <w:rPr>
                <w:lang w:bidi="ar-SA"/>
              </w:rPr>
              <w:pict>
                <v:rect id="Rectangle 17" o:spid="_x0000_s1028" style="position:absolute;margin-left:1.75pt;margin-top:3.15pt;width:8.25pt;height:7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" filled="f" strokecolor="windowText" strokeweight="1pt"/>
              </w:pict>
            </w:r>
            <w:r w:rsidR="00F747EA" w:rsidRPr="00F747EA">
              <w:rPr>
                <w:lang w:bidi="ar-SA"/>
              </w:rPr>
              <w:t xml:space="preserve">  </w:t>
            </w:r>
            <w:r w:rsidR="000A276B">
              <w:rPr>
                <w:lang w:bidi="ar-SA"/>
              </w:rPr>
              <w:t xml:space="preserve">    </w:t>
            </w:r>
            <w:proofErr w:type="spellStart"/>
            <w:r w:rsidR="000A276B">
              <w:rPr>
                <w:lang w:bidi="ar-SA"/>
              </w:rPr>
              <w:t>Halal</w:t>
            </w:r>
            <w:proofErr w:type="spellEnd"/>
            <w:r w:rsidR="000A276B">
              <w:rPr>
                <w:lang w:bidi="ar-SA"/>
              </w:rPr>
              <w:t xml:space="preserve">             Vegetarian          </w:t>
            </w:r>
            <w:r w:rsidR="00F747EA" w:rsidRPr="00F747EA">
              <w:rPr>
                <w:lang w:bidi="ar-SA"/>
              </w:rPr>
              <w:t xml:space="preserve">Gluten free     </w:t>
            </w:r>
            <w:r w:rsidR="000A276B">
              <w:rPr>
                <w:lang w:bidi="ar-SA"/>
              </w:rPr>
              <w:t xml:space="preserve">      </w:t>
            </w:r>
            <w:r w:rsidR="00F747EA" w:rsidRPr="00F747EA">
              <w:rPr>
                <w:lang w:bidi="ar-SA"/>
              </w:rPr>
              <w:t xml:space="preserve">Other </w:t>
            </w:r>
            <w:r w:rsidR="000A276B">
              <w:rPr>
                <w:lang w:bidi="ar-SA"/>
              </w:rPr>
              <w:softHyphen/>
            </w:r>
            <w:r w:rsidR="000A276B">
              <w:rPr>
                <w:lang w:bidi="ar-SA"/>
              </w:rPr>
              <w:softHyphen/>
            </w:r>
            <w:r w:rsidR="00F747EA" w:rsidRPr="00F747EA">
              <w:rPr>
                <w:lang w:bidi="ar-SA"/>
              </w:rPr>
              <w:t>__________________</w:t>
            </w:r>
            <w:r w:rsidR="000A276B">
              <w:rPr>
                <w:lang w:bidi="ar-SA"/>
              </w:rPr>
              <w:t>_____</w:t>
            </w:r>
          </w:p>
        </w:tc>
      </w:tr>
    </w:tbl>
    <w:tbl>
      <w:tblPr>
        <w:tblStyle w:val="TableGrid"/>
        <w:tblpPr w:leftFromText="180" w:rightFromText="180" w:vertAnchor="text" w:horzAnchor="margin" w:tblpY="550"/>
        <w:tblW w:w="10576" w:type="dxa"/>
        <w:tblLook w:val="04A0"/>
      </w:tblPr>
      <w:tblGrid>
        <w:gridCol w:w="3968"/>
        <w:gridCol w:w="1715"/>
        <w:gridCol w:w="1004"/>
        <w:gridCol w:w="711"/>
        <w:gridCol w:w="1138"/>
        <w:gridCol w:w="2040"/>
      </w:tblGrid>
      <w:tr w:rsidR="002C6988" w:rsidRPr="00F747EA" w:rsidTr="002C6988">
        <w:trPr>
          <w:trHeight w:val="228"/>
        </w:trPr>
        <w:tc>
          <w:tcPr>
            <w:tcW w:w="10576" w:type="dxa"/>
            <w:gridSpan w:val="6"/>
            <w:shd w:val="clear" w:color="auto" w:fill="B8CCE4" w:themeFill="accent1" w:themeFillTint="66"/>
          </w:tcPr>
          <w:p w:rsidR="002C6988" w:rsidRPr="00F747EA" w:rsidRDefault="002C6988" w:rsidP="002C6988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Emergency contact information </w:t>
            </w:r>
          </w:p>
        </w:tc>
      </w:tr>
      <w:tr w:rsidR="00CF1D45" w:rsidRPr="00F747EA" w:rsidTr="002D7B2D">
        <w:trPr>
          <w:trHeight w:val="457"/>
        </w:trPr>
        <w:tc>
          <w:tcPr>
            <w:tcW w:w="6687" w:type="dxa"/>
            <w:gridSpan w:val="3"/>
          </w:tcPr>
          <w:p w:rsidR="00CF1D45" w:rsidRDefault="00CF1D45" w:rsidP="002C6988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Parent/Guardian Full Name: </w:t>
            </w:r>
          </w:p>
          <w:p w:rsidR="00CF1D45" w:rsidRDefault="00CF1D45" w:rsidP="002C6988">
            <w:pPr>
              <w:spacing w:after="0" w:line="240" w:lineRule="auto"/>
              <w:rPr>
                <w:b/>
                <w:lang w:bidi="ar-SA"/>
              </w:rPr>
            </w:pPr>
          </w:p>
          <w:p w:rsidR="00CF1D45" w:rsidRPr="00F747EA" w:rsidRDefault="00CF1D45" w:rsidP="002C6988">
            <w:pPr>
              <w:spacing w:after="0" w:line="240" w:lineRule="auto"/>
              <w:rPr>
                <w:b/>
                <w:lang w:bidi="ar-SA"/>
              </w:rPr>
            </w:pPr>
          </w:p>
        </w:tc>
        <w:tc>
          <w:tcPr>
            <w:tcW w:w="1849" w:type="dxa"/>
            <w:gridSpan w:val="2"/>
          </w:tcPr>
          <w:p w:rsidR="00CF1D45" w:rsidRPr="00F747EA" w:rsidRDefault="00CF1D45" w:rsidP="002C6988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Relationship to young person </w:t>
            </w:r>
          </w:p>
        </w:tc>
        <w:tc>
          <w:tcPr>
            <w:tcW w:w="2040" w:type="dxa"/>
          </w:tcPr>
          <w:p w:rsidR="00CF1D45" w:rsidRPr="00F747EA" w:rsidRDefault="00CF1D45" w:rsidP="002C6988">
            <w:pPr>
              <w:spacing w:after="0" w:line="240" w:lineRule="auto"/>
              <w:rPr>
                <w:b/>
                <w:lang w:bidi="ar-SA"/>
              </w:rPr>
            </w:pPr>
          </w:p>
        </w:tc>
      </w:tr>
      <w:tr w:rsidR="002C6988" w:rsidRPr="00F747EA" w:rsidTr="002C6988">
        <w:trPr>
          <w:trHeight w:val="457"/>
        </w:trPr>
        <w:tc>
          <w:tcPr>
            <w:tcW w:w="3968" w:type="dxa"/>
          </w:tcPr>
          <w:p w:rsidR="002C6988" w:rsidRPr="00F747EA" w:rsidRDefault="002C6988" w:rsidP="002C6988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>Phone Number:</w:t>
            </w:r>
          </w:p>
        </w:tc>
        <w:tc>
          <w:tcPr>
            <w:tcW w:w="1715" w:type="dxa"/>
          </w:tcPr>
          <w:p w:rsidR="002C6988" w:rsidRPr="00F747EA" w:rsidRDefault="002C6988" w:rsidP="002C6988">
            <w:pPr>
              <w:spacing w:after="0" w:line="240" w:lineRule="auto"/>
              <w:rPr>
                <w:b/>
                <w:lang w:bidi="ar-SA"/>
              </w:rPr>
            </w:pPr>
          </w:p>
        </w:tc>
        <w:tc>
          <w:tcPr>
            <w:tcW w:w="1715" w:type="dxa"/>
            <w:gridSpan w:val="2"/>
          </w:tcPr>
          <w:p w:rsidR="002C6988" w:rsidRPr="00F747EA" w:rsidRDefault="002C6988" w:rsidP="002C6988">
            <w:pPr>
              <w:spacing w:after="0" w:line="240" w:lineRule="auto"/>
              <w:rPr>
                <w:b/>
                <w:lang w:bidi="ar-SA"/>
              </w:rPr>
            </w:pPr>
            <w:r w:rsidRPr="00F747EA">
              <w:rPr>
                <w:b/>
                <w:lang w:bidi="ar-SA"/>
              </w:rPr>
              <w:t xml:space="preserve">Mobile number: </w:t>
            </w:r>
          </w:p>
        </w:tc>
        <w:tc>
          <w:tcPr>
            <w:tcW w:w="3178" w:type="dxa"/>
            <w:gridSpan w:val="2"/>
          </w:tcPr>
          <w:p w:rsidR="002C6988" w:rsidRPr="00F747EA" w:rsidRDefault="002C6988" w:rsidP="002C6988">
            <w:pPr>
              <w:spacing w:after="0" w:line="240" w:lineRule="auto"/>
              <w:rPr>
                <w:b/>
                <w:lang w:bidi="ar-SA"/>
              </w:rPr>
            </w:pPr>
          </w:p>
        </w:tc>
      </w:tr>
      <w:tr w:rsidR="002C6988" w:rsidRPr="00F747EA" w:rsidTr="002C6988">
        <w:trPr>
          <w:trHeight w:val="4247"/>
        </w:trPr>
        <w:tc>
          <w:tcPr>
            <w:tcW w:w="10576" w:type="dxa"/>
            <w:gridSpan w:val="6"/>
          </w:tcPr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As parent/guardian I understand that Staff and instructors will take reasonable care for the welfare and safety of those attending the event but are not responsible for any accident or sickness otherwise occurring. </w:t>
            </w: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I acknowledge that attending the </w:t>
            </w:r>
            <w:proofErr w:type="spellStart"/>
            <w:r w:rsidRPr="00F747EA">
              <w:rPr>
                <w:lang w:bidi="ar-SA"/>
              </w:rPr>
              <w:t>KickStart</w:t>
            </w:r>
            <w:proofErr w:type="spellEnd"/>
            <w:r w:rsidRPr="00F747EA">
              <w:rPr>
                <w:lang w:bidi="ar-SA"/>
              </w:rPr>
              <w:t xml:space="preserve"> day may involve my child’s participation in </w:t>
            </w:r>
            <w:r>
              <w:rPr>
                <w:lang w:bidi="ar-SA"/>
              </w:rPr>
              <w:t xml:space="preserve">sporting activities and </w:t>
            </w:r>
            <w:r w:rsidRPr="00F747EA">
              <w:rPr>
                <w:lang w:bidi="ar-SA"/>
              </w:rPr>
              <w:t xml:space="preserve">the staff and instructors will take reasonable care to minimise risk to participants. </w:t>
            </w: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I have provided staff with details about any disabilities, illnesses and /or other issues affecting my child that may place him/her at greater than normal risk. </w:t>
            </w: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</w:p>
          <w:p w:rsidR="002C6988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I give permission for staff to obtain medical assistance in the event of illness or injury whilst at the event.  If I cannot be reached in an emergency I also give permission to the physician to hospitalize and administer treatment as required.  </w:t>
            </w:r>
          </w:p>
          <w:p w:rsidR="002C6988" w:rsidRDefault="002C6988" w:rsidP="002C6988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b/>
                <w:i/>
                <w:lang w:bidi="ar-SA"/>
              </w:rPr>
            </w:pPr>
            <w:r w:rsidRPr="00F747EA">
              <w:rPr>
                <w:b/>
                <w:i/>
                <w:lang w:bidi="ar-SA"/>
              </w:rPr>
              <w:t>______________________________________________________________________________________</w:t>
            </w:r>
          </w:p>
          <w:p w:rsidR="002C6988" w:rsidRDefault="002C6988" w:rsidP="002C6988">
            <w:pPr>
              <w:spacing w:after="0" w:line="240" w:lineRule="auto"/>
              <w:rPr>
                <w:i/>
                <w:lang w:bidi="ar-SA"/>
              </w:rPr>
            </w:pPr>
            <w:r w:rsidRPr="00F747EA">
              <w:rPr>
                <w:i/>
                <w:lang w:bidi="ar-SA"/>
              </w:rPr>
              <w:t xml:space="preserve">Parent / Guardian Name </w:t>
            </w:r>
          </w:p>
          <w:p w:rsidR="002C6988" w:rsidRDefault="002C6988" w:rsidP="002C6988">
            <w:pPr>
              <w:spacing w:after="0" w:line="240" w:lineRule="auto"/>
              <w:rPr>
                <w:i/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i/>
                <w:lang w:bidi="ar-SA"/>
              </w:rPr>
            </w:pP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     _______________________________________________</w:t>
            </w:r>
            <w:r w:rsidRPr="00F747EA">
              <w:rPr>
                <w:lang w:bidi="ar-SA"/>
              </w:rPr>
              <w:tab/>
            </w:r>
            <w:r w:rsidRPr="00F747EA">
              <w:rPr>
                <w:lang w:bidi="ar-SA"/>
              </w:rPr>
              <w:tab/>
              <w:t>_________________</w:t>
            </w:r>
          </w:p>
          <w:p w:rsidR="002C6988" w:rsidRPr="00F747EA" w:rsidRDefault="002C6988" w:rsidP="002C6988">
            <w:pPr>
              <w:spacing w:after="0" w:line="240" w:lineRule="auto"/>
              <w:rPr>
                <w:lang w:bidi="ar-SA"/>
              </w:rPr>
            </w:pPr>
            <w:r w:rsidRPr="00F747EA">
              <w:rPr>
                <w:lang w:bidi="ar-SA"/>
              </w:rPr>
              <w:t xml:space="preserve">      Parent / Guardian  Signature </w:t>
            </w:r>
            <w:r w:rsidRPr="00F747EA">
              <w:rPr>
                <w:lang w:bidi="ar-SA"/>
              </w:rPr>
              <w:tab/>
            </w:r>
            <w:r w:rsidRPr="00F747EA">
              <w:rPr>
                <w:lang w:bidi="ar-SA"/>
              </w:rPr>
              <w:tab/>
            </w:r>
            <w:r w:rsidRPr="00F747EA">
              <w:rPr>
                <w:lang w:bidi="ar-SA"/>
              </w:rPr>
              <w:tab/>
            </w:r>
            <w:r w:rsidRPr="00F747EA">
              <w:rPr>
                <w:lang w:bidi="ar-SA"/>
              </w:rPr>
              <w:tab/>
            </w:r>
            <w:r w:rsidRPr="00F747EA">
              <w:rPr>
                <w:lang w:bidi="ar-SA"/>
              </w:rPr>
              <w:tab/>
              <w:t xml:space="preserve">                  Date</w:t>
            </w:r>
          </w:p>
        </w:tc>
      </w:tr>
    </w:tbl>
    <w:p w:rsidR="004B348C" w:rsidRDefault="004B348C" w:rsidP="00F747EA">
      <w:pPr>
        <w:spacing w:after="0" w:line="240" w:lineRule="auto"/>
        <w:rPr>
          <w:rFonts w:ascii="arial bold" w:eastAsia="Times New Roman" w:hAnsi="arial bold"/>
          <w:b/>
          <w:sz w:val="48"/>
          <w:szCs w:val="52"/>
          <w:lang w:bidi="ar-SA"/>
        </w:rPr>
      </w:pPr>
      <w:r>
        <w:rPr>
          <w:lang w:bidi="ar-SA"/>
        </w:rPr>
        <w:lastRenderedPageBreak/>
        <w:br w:type="page"/>
      </w:r>
    </w:p>
    <w:p w:rsidR="004B348C" w:rsidRDefault="004B348C" w:rsidP="00515A23">
      <w:pPr>
        <w:pStyle w:val="Title"/>
        <w:rPr>
          <w:lang w:bidi="ar-SA"/>
        </w:rPr>
      </w:pPr>
    </w:p>
    <w:p w:rsidR="004B348C" w:rsidRDefault="004B348C" w:rsidP="00515A23">
      <w:pPr>
        <w:pStyle w:val="Title"/>
        <w:rPr>
          <w:lang w:bidi="ar-SA"/>
        </w:rPr>
      </w:pPr>
    </w:p>
    <w:p w:rsidR="004B348C" w:rsidRDefault="004B348C" w:rsidP="00515A23">
      <w:pPr>
        <w:pStyle w:val="Title"/>
        <w:rPr>
          <w:lang w:bidi="ar-SA"/>
        </w:rPr>
      </w:pPr>
    </w:p>
    <w:p w:rsidR="004B348C" w:rsidRDefault="004B348C" w:rsidP="00515A23">
      <w:pPr>
        <w:pStyle w:val="Title"/>
        <w:rPr>
          <w:lang w:bidi="ar-SA"/>
        </w:rPr>
      </w:pPr>
    </w:p>
    <w:p w:rsidR="004C36B5" w:rsidRDefault="00C56AC4" w:rsidP="00515A23">
      <w:pPr>
        <w:pStyle w:val="Title"/>
        <w:rPr>
          <w:lang w:bidi="ar-SA"/>
        </w:rPr>
      </w:pPr>
      <w:r w:rsidRPr="00515A23">
        <w:rPr>
          <w:lang w:bidi="ar-SA"/>
        </w:rPr>
        <w:t>P</w:t>
      </w:r>
      <w:r w:rsidR="004C36B5" w:rsidRPr="00515A23">
        <w:rPr>
          <w:lang w:bidi="ar-SA"/>
        </w:rPr>
        <w:t>ublicity release</w:t>
      </w:r>
      <w:r w:rsidRPr="00515A23">
        <w:rPr>
          <w:lang w:bidi="ar-SA"/>
        </w:rPr>
        <w:t xml:space="preserve"> </w:t>
      </w:r>
      <w:r w:rsidR="004C36B5" w:rsidRPr="00515A23">
        <w:rPr>
          <w:lang w:bidi="ar-SA"/>
        </w:rPr>
        <w:t>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03"/>
        <w:gridCol w:w="310"/>
        <w:gridCol w:w="2909"/>
      </w:tblGrid>
      <w:tr w:rsidR="00AE73B0" w:rsidTr="00C406E9">
        <w:trPr>
          <w:trHeight w:val="2777"/>
        </w:trPr>
        <w:tc>
          <w:tcPr>
            <w:tcW w:w="7103" w:type="dxa"/>
          </w:tcPr>
          <w:p w:rsidR="00AE73B0" w:rsidRPr="00DA1B5D" w:rsidRDefault="00AE73B0" w:rsidP="00AE73B0">
            <w:pPr>
              <w:pStyle w:val="BodyText1"/>
              <w:ind w:right="-9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 xml:space="preserve">By signing this form I hereby give permission for </w:t>
            </w:r>
            <w:r w:rsidR="00182B74">
              <w:rPr>
                <w:sz w:val="20"/>
                <w:lang w:bidi="ar-SA"/>
              </w:rPr>
              <w:t>the above organisations</w:t>
            </w:r>
            <w:r w:rsidRPr="00DA1B5D">
              <w:rPr>
                <w:sz w:val="20"/>
                <w:lang w:bidi="ar-SA"/>
              </w:rPr>
              <w:t xml:space="preserve"> to use my image, likeness, interview or voice (herein known as ‘content’) in any media as specified below for the purp</w:t>
            </w:r>
            <w:r w:rsidR="00973C99">
              <w:rPr>
                <w:sz w:val="20"/>
                <w:lang w:bidi="ar-SA"/>
              </w:rPr>
              <w:t xml:space="preserve">oses of promoting and marketing </w:t>
            </w:r>
            <w:r w:rsidRPr="00DA1B5D">
              <w:rPr>
                <w:sz w:val="20"/>
                <w:lang w:bidi="ar-SA"/>
              </w:rPr>
              <w:t>service or product.</w:t>
            </w:r>
          </w:p>
          <w:p w:rsidR="00AE73B0" w:rsidRPr="00DA1B5D" w:rsidRDefault="00AE73B0" w:rsidP="00AE73B0">
            <w:pPr>
              <w:pStyle w:val="BodyText1"/>
              <w:ind w:right="-91"/>
              <w:rPr>
                <w:sz w:val="20"/>
                <w:lang w:bidi="ar-SA"/>
              </w:rPr>
            </w:pPr>
          </w:p>
          <w:p w:rsidR="00AE73B0" w:rsidRDefault="00AE73B0" w:rsidP="007D3FCC">
            <w:pPr>
              <w:pStyle w:val="BodyText1"/>
              <w:ind w:right="-9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 xml:space="preserve">I have been advised by </w:t>
            </w:r>
            <w:r w:rsidR="00973C99">
              <w:rPr>
                <w:sz w:val="20"/>
                <w:lang w:bidi="ar-SA"/>
              </w:rPr>
              <w:t>Wesley Mi</w:t>
            </w:r>
            <w:r w:rsidR="00B67111">
              <w:rPr>
                <w:sz w:val="20"/>
                <w:lang w:bidi="ar-SA"/>
              </w:rPr>
              <w:t>ssion, Springwood High School, h</w:t>
            </w:r>
            <w:r w:rsidR="00973C99">
              <w:rPr>
                <w:sz w:val="20"/>
                <w:lang w:bidi="ar-SA"/>
              </w:rPr>
              <w:t>eadspace Penrith,</w:t>
            </w:r>
            <w:r w:rsidR="007D3FCC">
              <w:rPr>
                <w:sz w:val="20"/>
                <w:lang w:bidi="ar-SA"/>
              </w:rPr>
              <w:t xml:space="preserve"> B</w:t>
            </w:r>
            <w:r w:rsidR="00005FA5">
              <w:rPr>
                <w:sz w:val="20"/>
                <w:lang w:bidi="ar-SA"/>
              </w:rPr>
              <w:t>l</w:t>
            </w:r>
            <w:r w:rsidR="007D3FCC">
              <w:rPr>
                <w:sz w:val="20"/>
                <w:lang w:bidi="ar-SA"/>
              </w:rPr>
              <w:t>ue M</w:t>
            </w:r>
            <w:r w:rsidR="00005FA5">
              <w:rPr>
                <w:sz w:val="20"/>
                <w:lang w:bidi="ar-SA"/>
              </w:rPr>
              <w:t>ountains City Council</w:t>
            </w:r>
            <w:r w:rsidR="007D3FCC">
              <w:rPr>
                <w:sz w:val="20"/>
                <w:lang w:bidi="ar-SA"/>
              </w:rPr>
              <w:t>, Nutrition S</w:t>
            </w:r>
            <w:r w:rsidR="00005FA5">
              <w:rPr>
                <w:sz w:val="20"/>
                <w:lang w:bidi="ar-SA"/>
              </w:rPr>
              <w:t xml:space="preserve">tation </w:t>
            </w:r>
            <w:r w:rsidR="007D3FCC">
              <w:rPr>
                <w:sz w:val="20"/>
                <w:lang w:bidi="ar-SA"/>
              </w:rPr>
              <w:t xml:space="preserve">and MYST </w:t>
            </w:r>
            <w:r w:rsidRPr="00DA1B5D">
              <w:rPr>
                <w:sz w:val="20"/>
                <w:lang w:bidi="ar-SA"/>
              </w:rPr>
              <w:t xml:space="preserve">that I will receive no payment for the use and publication of this content and that it may be used in perpetuity. I am aware this content may be used by the mainstream media outside </w:t>
            </w:r>
            <w:r w:rsidR="00973C99">
              <w:rPr>
                <w:sz w:val="20"/>
                <w:lang w:bidi="ar-SA"/>
              </w:rPr>
              <w:t xml:space="preserve">of these organisations. </w:t>
            </w:r>
          </w:p>
        </w:tc>
        <w:tc>
          <w:tcPr>
            <w:tcW w:w="310" w:type="dxa"/>
            <w:shd w:val="clear" w:color="auto" w:fill="FFFFFF" w:themeFill="background1"/>
          </w:tcPr>
          <w:p w:rsidR="00AE73B0" w:rsidRPr="00AE73B0" w:rsidRDefault="00AE73B0" w:rsidP="00AE73B0">
            <w:pPr>
              <w:pStyle w:val="BodyText1"/>
              <w:tabs>
                <w:tab w:val="left" w:pos="5457"/>
              </w:tabs>
              <w:ind w:right="140"/>
              <w:jc w:val="center"/>
              <w:rPr>
                <w:sz w:val="16"/>
                <w:lang w:bidi="ar-SA"/>
              </w:rPr>
            </w:pPr>
          </w:p>
        </w:tc>
        <w:tc>
          <w:tcPr>
            <w:tcW w:w="2909" w:type="dxa"/>
            <w:shd w:val="clear" w:color="auto" w:fill="F2F2F2" w:themeFill="background1" w:themeFillShade="F2"/>
            <w:vAlign w:val="center"/>
          </w:tcPr>
          <w:p w:rsidR="00AE73B0" w:rsidRDefault="00AC2FC5" w:rsidP="00AE73B0">
            <w:pPr>
              <w:pStyle w:val="BodyText1"/>
              <w:tabs>
                <w:tab w:val="left" w:pos="5457"/>
              </w:tabs>
              <w:ind w:right="140"/>
              <w:jc w:val="center"/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If consent is for image/photograph or video content, a</w:t>
            </w:r>
            <w:r w:rsidR="00AE73B0" w:rsidRPr="00AE73B0">
              <w:rPr>
                <w:sz w:val="16"/>
                <w:lang w:bidi="ar-SA"/>
              </w:rPr>
              <w:t>ttach image of participant here</w:t>
            </w:r>
            <w:r>
              <w:rPr>
                <w:sz w:val="16"/>
                <w:lang w:bidi="ar-SA"/>
              </w:rPr>
              <w:t>.</w:t>
            </w:r>
          </w:p>
          <w:p w:rsidR="00AE73B0" w:rsidRDefault="00AE73B0" w:rsidP="00AE73B0">
            <w:pPr>
              <w:pStyle w:val="BodyText1"/>
              <w:tabs>
                <w:tab w:val="left" w:pos="5457"/>
              </w:tabs>
              <w:ind w:right="140"/>
              <w:jc w:val="center"/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 xml:space="preserve">(Align to top right corner </w:t>
            </w:r>
            <w:r w:rsidR="00E92A1D">
              <w:rPr>
                <w:sz w:val="16"/>
                <w:lang w:bidi="ar-SA"/>
              </w:rPr>
              <w:t xml:space="preserve">of page </w:t>
            </w:r>
            <w:r>
              <w:rPr>
                <w:sz w:val="16"/>
                <w:lang w:bidi="ar-SA"/>
              </w:rPr>
              <w:t>if larger than box)</w:t>
            </w:r>
          </w:p>
          <w:p w:rsidR="00AE73B0" w:rsidRDefault="00AE73B0" w:rsidP="00AE73B0">
            <w:pPr>
              <w:pStyle w:val="BodyText1"/>
              <w:tabs>
                <w:tab w:val="left" w:pos="5457"/>
              </w:tabs>
              <w:ind w:right="140"/>
              <w:jc w:val="center"/>
              <w:rPr>
                <w:sz w:val="20"/>
                <w:lang w:bidi="ar-SA"/>
              </w:rPr>
            </w:pPr>
          </w:p>
        </w:tc>
      </w:tr>
    </w:tbl>
    <w:p w:rsidR="006973F6" w:rsidRDefault="00154740" w:rsidP="006973F6">
      <w:pPr>
        <w:pStyle w:val="BodyText1"/>
        <w:rPr>
          <w:b/>
          <w:sz w:val="20"/>
          <w:szCs w:val="18"/>
          <w:lang w:bidi="ar-SA"/>
        </w:rPr>
      </w:pPr>
      <w:r w:rsidRPr="006973F6">
        <w:rPr>
          <w:b/>
          <w:lang w:bidi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973F6" w:rsidRPr="006973F6">
        <w:rPr>
          <w:b/>
          <w:lang w:bidi="ar-SA"/>
        </w:rPr>
        <w:instrText xml:space="preserve"> FORMCHECKBOX </w:instrText>
      </w:r>
      <w:r>
        <w:rPr>
          <w:b/>
          <w:lang w:bidi="ar-SA"/>
        </w:rPr>
      </w:r>
      <w:r>
        <w:rPr>
          <w:b/>
          <w:lang w:bidi="ar-SA"/>
        </w:rPr>
        <w:fldChar w:fldCharType="separate"/>
      </w:r>
      <w:r w:rsidRPr="006973F6">
        <w:rPr>
          <w:b/>
          <w:lang w:bidi="ar-SA"/>
        </w:rPr>
        <w:fldChar w:fldCharType="end"/>
      </w:r>
      <w:r w:rsidR="006973F6" w:rsidRPr="006973F6">
        <w:rPr>
          <w:b/>
          <w:szCs w:val="18"/>
          <w:lang w:bidi="ar-SA"/>
        </w:rPr>
        <w:t xml:space="preserve"> </w:t>
      </w:r>
      <w:r w:rsidR="006973F6">
        <w:rPr>
          <w:b/>
          <w:szCs w:val="18"/>
          <w:lang w:bidi="ar-SA"/>
        </w:rPr>
        <w:t xml:space="preserve"> </w:t>
      </w:r>
      <w:r w:rsidR="00005FA5" w:rsidRPr="00005FA5">
        <w:rPr>
          <w:b/>
          <w:sz w:val="20"/>
          <w:lang w:bidi="ar-SA"/>
        </w:rPr>
        <w:t xml:space="preserve">Wesley Mission, Springwood High School, headspace Penrith, </w:t>
      </w:r>
      <w:r w:rsidR="007D3FCC" w:rsidRPr="00005FA5">
        <w:rPr>
          <w:b/>
          <w:sz w:val="20"/>
          <w:lang w:bidi="ar-SA"/>
        </w:rPr>
        <w:t>Blue Mountains</w:t>
      </w:r>
      <w:r w:rsidR="00005FA5" w:rsidRPr="00005FA5">
        <w:rPr>
          <w:b/>
          <w:sz w:val="20"/>
          <w:lang w:bidi="ar-SA"/>
        </w:rPr>
        <w:t xml:space="preserve"> City Council</w:t>
      </w:r>
      <w:r w:rsidR="007D3FCC">
        <w:rPr>
          <w:b/>
          <w:sz w:val="20"/>
          <w:lang w:bidi="ar-SA"/>
        </w:rPr>
        <w:t>, MYST and Nutrition S</w:t>
      </w:r>
      <w:r w:rsidR="00005FA5" w:rsidRPr="00005FA5">
        <w:rPr>
          <w:b/>
          <w:sz w:val="20"/>
          <w:lang w:bidi="ar-SA"/>
        </w:rPr>
        <w:t xml:space="preserve">tation </w:t>
      </w:r>
      <w:r w:rsidR="006973F6" w:rsidRPr="00005FA5">
        <w:rPr>
          <w:b/>
          <w:sz w:val="20"/>
          <w:szCs w:val="18"/>
          <w:lang w:bidi="ar-SA"/>
        </w:rPr>
        <w:t>can use my real name in association with this content.</w:t>
      </w:r>
      <w:r w:rsidR="006973F6" w:rsidRPr="00DA1B5D">
        <w:rPr>
          <w:b/>
          <w:sz w:val="20"/>
          <w:szCs w:val="18"/>
          <w:lang w:bidi="ar-SA"/>
        </w:rPr>
        <w:t xml:space="preserve"> </w:t>
      </w:r>
    </w:p>
    <w:tbl>
      <w:tblPr>
        <w:tblStyle w:val="TableGrid"/>
        <w:tblW w:w="47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48"/>
        <w:gridCol w:w="8194"/>
      </w:tblGrid>
      <w:tr w:rsidR="003330DC" w:rsidTr="009B0364">
        <w:trPr>
          <w:trHeight w:val="434"/>
        </w:trPr>
        <w:tc>
          <w:tcPr>
            <w:tcW w:w="1000" w:type="pct"/>
            <w:vAlign w:val="bottom"/>
          </w:tcPr>
          <w:p w:rsidR="003330DC" w:rsidRPr="009B0364" w:rsidRDefault="003330DC" w:rsidP="003330DC">
            <w:pPr>
              <w:pStyle w:val="BodyText1"/>
              <w:rPr>
                <w:sz w:val="18"/>
                <w:szCs w:val="18"/>
                <w:lang w:bidi="ar-SA"/>
              </w:rPr>
            </w:pPr>
            <w:r w:rsidRPr="00DA1B5D">
              <w:rPr>
                <w:sz w:val="18"/>
                <w:szCs w:val="18"/>
                <w:lang w:bidi="ar-SA"/>
              </w:rPr>
              <w:t xml:space="preserve">Exceptions for use </w:t>
            </w:r>
          </w:p>
        </w:tc>
        <w:tc>
          <w:tcPr>
            <w:tcW w:w="4000" w:type="pct"/>
            <w:tcBorders>
              <w:bottom w:val="single" w:sz="4" w:space="0" w:color="auto"/>
            </w:tcBorders>
            <w:vAlign w:val="bottom"/>
          </w:tcPr>
          <w:p w:rsidR="003330DC" w:rsidRPr="0001364E" w:rsidRDefault="009B0364" w:rsidP="009B0364">
            <w:pPr>
              <w:pStyle w:val="BodyText1"/>
              <w:ind w:left="-107"/>
              <w:rPr>
                <w:sz w:val="20"/>
                <w:szCs w:val="18"/>
                <w:lang w:bidi="ar-SA"/>
              </w:rPr>
            </w:pPr>
            <w:r w:rsidRPr="0001364E">
              <w:rPr>
                <w:sz w:val="16"/>
                <w:szCs w:val="18"/>
                <w:lang w:bidi="ar-SA"/>
              </w:rPr>
              <w:t>(please specify)</w:t>
            </w:r>
          </w:p>
        </w:tc>
      </w:tr>
    </w:tbl>
    <w:p w:rsidR="003330DC" w:rsidRPr="00AE73B0" w:rsidRDefault="003330DC" w:rsidP="006973F6">
      <w:pPr>
        <w:pStyle w:val="BodyText1"/>
        <w:rPr>
          <w:b/>
          <w:sz w:val="16"/>
          <w:szCs w:val="18"/>
          <w:lang w:bidi="ar-SA"/>
        </w:rPr>
      </w:pPr>
    </w:p>
    <w:p w:rsidR="006973F6" w:rsidRPr="00DA1B5D" w:rsidRDefault="006973F6" w:rsidP="006973F6">
      <w:pPr>
        <w:pStyle w:val="BodyText1"/>
        <w:rPr>
          <w:b/>
          <w:sz w:val="20"/>
          <w:szCs w:val="18"/>
          <w:lang w:bidi="ar-SA"/>
        </w:rPr>
      </w:pPr>
      <w:r w:rsidRPr="00DA1B5D">
        <w:rPr>
          <w:b/>
          <w:sz w:val="20"/>
          <w:szCs w:val="18"/>
          <w:lang w:bidi="ar-SA"/>
        </w:rPr>
        <w:t xml:space="preserve">This content may include: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6"/>
        <w:gridCol w:w="2811"/>
        <w:gridCol w:w="446"/>
        <w:gridCol w:w="3209"/>
        <w:gridCol w:w="446"/>
        <w:gridCol w:w="2090"/>
      </w:tblGrid>
      <w:tr w:rsidR="006973F6" w:rsidTr="006973F6">
        <w:tc>
          <w:tcPr>
            <w:tcW w:w="446" w:type="dxa"/>
          </w:tcPr>
          <w:p w:rsidR="006973F6" w:rsidRDefault="00154740" w:rsidP="006973F6">
            <w:pPr>
              <w:pStyle w:val="BodyText1"/>
              <w:rPr>
                <w:lang w:bidi="ar-SA"/>
              </w:rPr>
            </w:pPr>
            <w:r w:rsidRPr="001D24A2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3F6" w:rsidRPr="001D24A2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1D24A2">
              <w:rPr>
                <w:sz w:val="20"/>
                <w:lang w:bidi="ar-SA"/>
              </w:rPr>
              <w:fldChar w:fldCharType="end"/>
            </w:r>
          </w:p>
        </w:tc>
        <w:tc>
          <w:tcPr>
            <w:tcW w:w="2811" w:type="dxa"/>
          </w:tcPr>
          <w:p w:rsidR="006973F6" w:rsidRPr="00DA1B5D" w:rsidRDefault="006973F6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>Image/photograph</w:t>
            </w:r>
          </w:p>
        </w:tc>
        <w:tc>
          <w:tcPr>
            <w:tcW w:w="446" w:type="dxa"/>
          </w:tcPr>
          <w:p w:rsidR="006973F6" w:rsidRPr="00DA1B5D" w:rsidRDefault="00154740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3F6" w:rsidRPr="00DA1B5D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DA1B5D">
              <w:rPr>
                <w:sz w:val="20"/>
                <w:lang w:bidi="ar-SA"/>
              </w:rPr>
              <w:fldChar w:fldCharType="end"/>
            </w:r>
          </w:p>
        </w:tc>
        <w:tc>
          <w:tcPr>
            <w:tcW w:w="3209" w:type="dxa"/>
          </w:tcPr>
          <w:p w:rsidR="006973F6" w:rsidRPr="00DA1B5D" w:rsidRDefault="006973F6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>Interview/story</w:t>
            </w:r>
          </w:p>
        </w:tc>
        <w:tc>
          <w:tcPr>
            <w:tcW w:w="426" w:type="dxa"/>
          </w:tcPr>
          <w:p w:rsidR="006973F6" w:rsidRPr="00DA1B5D" w:rsidRDefault="00154740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3F6" w:rsidRPr="00DA1B5D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DA1B5D">
              <w:rPr>
                <w:sz w:val="20"/>
                <w:lang w:bidi="ar-SA"/>
              </w:rPr>
              <w:fldChar w:fldCharType="end"/>
            </w:r>
          </w:p>
        </w:tc>
        <w:tc>
          <w:tcPr>
            <w:tcW w:w="2090" w:type="dxa"/>
          </w:tcPr>
          <w:p w:rsidR="006973F6" w:rsidRPr="00DA1B5D" w:rsidRDefault="006973F6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>Video</w:t>
            </w:r>
          </w:p>
        </w:tc>
      </w:tr>
      <w:tr w:rsidR="006973F6" w:rsidTr="006973F6">
        <w:tc>
          <w:tcPr>
            <w:tcW w:w="446" w:type="dxa"/>
          </w:tcPr>
          <w:p w:rsidR="006973F6" w:rsidRDefault="00154740" w:rsidP="006973F6">
            <w:pPr>
              <w:pStyle w:val="BodyText1"/>
              <w:rPr>
                <w:lang w:bidi="ar-SA"/>
              </w:rPr>
            </w:pPr>
            <w:r w:rsidRPr="001D24A2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3F6" w:rsidRPr="001D24A2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1D24A2">
              <w:rPr>
                <w:sz w:val="20"/>
                <w:lang w:bidi="ar-SA"/>
              </w:rPr>
              <w:fldChar w:fldCharType="end"/>
            </w:r>
          </w:p>
        </w:tc>
        <w:tc>
          <w:tcPr>
            <w:tcW w:w="2811" w:type="dxa"/>
          </w:tcPr>
          <w:p w:rsidR="006973F6" w:rsidRPr="00DA1B5D" w:rsidRDefault="006973F6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>Voice recording</w:t>
            </w:r>
          </w:p>
        </w:tc>
        <w:tc>
          <w:tcPr>
            <w:tcW w:w="446" w:type="dxa"/>
          </w:tcPr>
          <w:p w:rsidR="006973F6" w:rsidRPr="00DA1B5D" w:rsidRDefault="00154740" w:rsidP="006973F6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73F6" w:rsidRPr="00DA1B5D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DA1B5D">
              <w:rPr>
                <w:sz w:val="20"/>
                <w:lang w:bidi="ar-SA"/>
              </w:rPr>
              <w:fldChar w:fldCharType="end"/>
            </w:r>
          </w:p>
        </w:tc>
        <w:tc>
          <w:tcPr>
            <w:tcW w:w="5725" w:type="dxa"/>
            <w:gridSpan w:val="3"/>
          </w:tcPr>
          <w:p w:rsidR="006973F6" w:rsidRPr="00DA1B5D" w:rsidRDefault="006973F6" w:rsidP="00973C99">
            <w:pPr>
              <w:pStyle w:val="BodyText1"/>
              <w:rPr>
                <w:sz w:val="20"/>
                <w:lang w:bidi="ar-SA"/>
              </w:rPr>
            </w:pPr>
            <w:r w:rsidRPr="00DA1B5D">
              <w:rPr>
                <w:sz w:val="20"/>
                <w:lang w:bidi="ar-SA"/>
              </w:rPr>
              <w:t xml:space="preserve">Performances and songs </w:t>
            </w:r>
          </w:p>
        </w:tc>
      </w:tr>
    </w:tbl>
    <w:p w:rsidR="006973F6" w:rsidRPr="009B0364" w:rsidRDefault="006973F6" w:rsidP="006973F6">
      <w:pPr>
        <w:pStyle w:val="BodyText1"/>
        <w:rPr>
          <w:sz w:val="18"/>
          <w:szCs w:val="20"/>
          <w:lang w:bidi="ar-SA"/>
        </w:rPr>
      </w:pPr>
    </w:p>
    <w:p w:rsidR="006973F6" w:rsidRPr="00DA1B5D" w:rsidRDefault="00154740" w:rsidP="00C406E9">
      <w:pPr>
        <w:pStyle w:val="Heading2"/>
        <w:spacing w:line="276" w:lineRule="auto"/>
        <w:rPr>
          <w:sz w:val="20"/>
          <w:szCs w:val="20"/>
          <w:lang w:bidi="ar-SA"/>
        </w:rPr>
      </w:pPr>
      <w:r w:rsidRPr="00DA1B5D">
        <w:rPr>
          <w:sz w:val="20"/>
          <w:szCs w:val="20"/>
          <w:lang w:bidi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C36B5" w:rsidRPr="00DA1B5D">
        <w:rPr>
          <w:sz w:val="20"/>
          <w:szCs w:val="20"/>
          <w:lang w:bidi="ar-SA"/>
        </w:rPr>
        <w:instrText xml:space="preserve"> FORMCHECKBOX </w:instrText>
      </w:r>
      <w:r>
        <w:rPr>
          <w:sz w:val="20"/>
          <w:szCs w:val="20"/>
          <w:lang w:bidi="ar-SA"/>
        </w:rPr>
      </w:r>
      <w:r>
        <w:rPr>
          <w:sz w:val="20"/>
          <w:szCs w:val="20"/>
          <w:lang w:bidi="ar-SA"/>
        </w:rPr>
        <w:fldChar w:fldCharType="separate"/>
      </w:r>
      <w:r w:rsidRPr="00DA1B5D">
        <w:rPr>
          <w:sz w:val="20"/>
          <w:szCs w:val="20"/>
          <w:lang w:bidi="ar-SA"/>
        </w:rPr>
        <w:fldChar w:fldCharType="end"/>
      </w:r>
      <w:r w:rsidR="004C36B5" w:rsidRPr="00DA1B5D">
        <w:rPr>
          <w:sz w:val="20"/>
          <w:szCs w:val="20"/>
          <w:lang w:bidi="ar-SA"/>
        </w:rPr>
        <w:t xml:space="preserve"> </w:t>
      </w:r>
      <w:r w:rsidR="006973F6" w:rsidRPr="00DA1B5D">
        <w:rPr>
          <w:sz w:val="20"/>
          <w:szCs w:val="20"/>
          <w:lang w:bidi="ar-SA"/>
        </w:rPr>
        <w:t>This content can be used for a</w:t>
      </w:r>
      <w:r w:rsidR="004C36B5" w:rsidRPr="00DA1B5D">
        <w:rPr>
          <w:sz w:val="20"/>
          <w:szCs w:val="20"/>
          <w:lang w:bidi="ar-SA"/>
        </w:rPr>
        <w:t>l</w:t>
      </w:r>
      <w:r w:rsidR="006973F6" w:rsidRPr="00DA1B5D">
        <w:rPr>
          <w:sz w:val="20"/>
          <w:szCs w:val="20"/>
          <w:lang w:bidi="ar-SA"/>
        </w:rPr>
        <w:t>l productions o</w:t>
      </w:r>
      <w:r w:rsidR="006973F6" w:rsidRPr="00C406E9">
        <w:rPr>
          <w:sz w:val="20"/>
          <w:szCs w:val="20"/>
          <w:lang w:bidi="ar-SA"/>
        </w:rPr>
        <w:t xml:space="preserve">f </w:t>
      </w:r>
      <w:r w:rsidR="00005FA5" w:rsidRPr="00C406E9">
        <w:rPr>
          <w:sz w:val="20"/>
          <w:lang w:bidi="ar-SA"/>
        </w:rPr>
        <w:t xml:space="preserve">Wesley Mission, Springwood High School, headspace Penrith, </w:t>
      </w:r>
      <w:r w:rsidR="007D3FCC" w:rsidRPr="00C406E9">
        <w:rPr>
          <w:sz w:val="20"/>
          <w:lang w:bidi="ar-SA"/>
        </w:rPr>
        <w:t>Blue Mountains</w:t>
      </w:r>
      <w:r w:rsidR="00005FA5" w:rsidRPr="00C406E9">
        <w:rPr>
          <w:sz w:val="20"/>
          <w:lang w:bidi="ar-SA"/>
        </w:rPr>
        <w:t xml:space="preserve"> City Council</w:t>
      </w:r>
      <w:r w:rsidR="007D3FCC">
        <w:rPr>
          <w:sz w:val="20"/>
          <w:lang w:bidi="ar-SA"/>
        </w:rPr>
        <w:t>, MYST and Nutrition S</w:t>
      </w:r>
      <w:r w:rsidR="00005FA5" w:rsidRPr="00C406E9">
        <w:rPr>
          <w:sz w:val="20"/>
          <w:lang w:bidi="ar-SA"/>
        </w:rPr>
        <w:t>tation</w:t>
      </w:r>
    </w:p>
    <w:p w:rsidR="00DA1B5D" w:rsidRPr="004C5E5C" w:rsidRDefault="004C36B5" w:rsidP="00C406E9">
      <w:pPr>
        <w:pStyle w:val="Heading2"/>
        <w:spacing w:line="276" w:lineRule="auto"/>
        <w:ind w:left="426"/>
        <w:rPr>
          <w:b w:val="0"/>
          <w:sz w:val="16"/>
          <w:lang w:bidi="ar-SA"/>
        </w:rPr>
      </w:pPr>
      <w:r w:rsidRPr="006973F6">
        <w:rPr>
          <w:b w:val="0"/>
          <w:sz w:val="18"/>
          <w:lang w:bidi="ar-SA"/>
        </w:rPr>
        <w:t xml:space="preserve">OR </w:t>
      </w:r>
      <w:r w:rsidRPr="00807963">
        <w:rPr>
          <w:b w:val="0"/>
          <w:sz w:val="16"/>
          <w:lang w:bidi="ar-SA"/>
        </w:rPr>
        <w:t xml:space="preserve">(please </w:t>
      </w:r>
      <w:r w:rsidR="001D24A2" w:rsidRPr="00807963">
        <w:rPr>
          <w:b w:val="0"/>
          <w:sz w:val="16"/>
          <w:lang w:bidi="ar-SA"/>
        </w:rPr>
        <w:t>specify</w:t>
      </w:r>
      <w:r w:rsidRPr="00807963">
        <w:rPr>
          <w:b w:val="0"/>
          <w:sz w:val="16"/>
          <w:lang w:bidi="ar-SA"/>
        </w:rPr>
        <w:t>)</w:t>
      </w:r>
    </w:p>
    <w:tbl>
      <w:tblPr>
        <w:tblStyle w:val="TableGrid"/>
        <w:tblW w:w="47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50"/>
        <w:gridCol w:w="2569"/>
        <w:gridCol w:w="5623"/>
      </w:tblGrid>
      <w:tr w:rsidR="00DA1B5D" w:rsidTr="003330DC">
        <w:tc>
          <w:tcPr>
            <w:tcW w:w="2255" w:type="pct"/>
            <w:gridSpan w:val="2"/>
          </w:tcPr>
          <w:p w:rsidR="00DA1B5D" w:rsidRPr="003330DC" w:rsidRDefault="00154740" w:rsidP="00DA1B5D">
            <w:pPr>
              <w:pStyle w:val="BodyText1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3330DC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3330DC">
              <w:rPr>
                <w:sz w:val="20"/>
                <w:lang w:bidi="ar-SA"/>
              </w:rPr>
              <w:fldChar w:fldCharType="end"/>
            </w:r>
            <w:r w:rsidR="00DA1B5D" w:rsidRPr="003330DC">
              <w:rPr>
                <w:sz w:val="20"/>
                <w:lang w:bidi="ar-SA"/>
              </w:rPr>
              <w:t xml:space="preserve"> </w:t>
            </w:r>
            <w:r w:rsidR="00DA1B5D" w:rsidRPr="003330DC">
              <w:rPr>
                <w:sz w:val="20"/>
                <w:szCs w:val="18"/>
                <w:lang w:bidi="ar-SA"/>
              </w:rPr>
              <w:t xml:space="preserve">Television or multimedia </w:t>
            </w:r>
          </w:p>
          <w:p w:rsidR="00DA1B5D" w:rsidRPr="003330DC" w:rsidRDefault="00154740" w:rsidP="00DA1B5D">
            <w:pPr>
              <w:pStyle w:val="BodyText1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3330DC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3330DC">
              <w:rPr>
                <w:sz w:val="20"/>
                <w:lang w:bidi="ar-SA"/>
              </w:rPr>
              <w:fldChar w:fldCharType="end"/>
            </w:r>
            <w:r w:rsidR="00DA1B5D" w:rsidRPr="003330DC">
              <w:rPr>
                <w:sz w:val="20"/>
                <w:szCs w:val="18"/>
                <w:lang w:bidi="ar-SA"/>
              </w:rPr>
              <w:t xml:space="preserve"> Voice recording </w:t>
            </w:r>
            <w:r w:rsidR="00DA1B5D" w:rsidRPr="00807963">
              <w:rPr>
                <w:sz w:val="16"/>
                <w:lang w:bidi="ar-SA"/>
              </w:rPr>
              <w:t>(Radio)</w:t>
            </w:r>
          </w:p>
          <w:p w:rsidR="00DA1B5D" w:rsidRDefault="00154740" w:rsidP="00DA1B5D">
            <w:pPr>
              <w:pStyle w:val="BodyText1"/>
              <w:rPr>
                <w:sz w:val="16"/>
                <w:lang w:bidi="ar-SA"/>
              </w:rPr>
            </w:pPr>
            <w:r w:rsidRPr="003330DC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3330DC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3330DC">
              <w:rPr>
                <w:sz w:val="20"/>
                <w:lang w:bidi="ar-SA"/>
              </w:rPr>
              <w:fldChar w:fldCharType="end"/>
            </w:r>
            <w:r w:rsidR="00DA1B5D" w:rsidRPr="003330DC">
              <w:rPr>
                <w:sz w:val="20"/>
                <w:lang w:bidi="ar-SA"/>
              </w:rPr>
              <w:t xml:space="preserve"> </w:t>
            </w:r>
            <w:r w:rsidR="00DA1B5D" w:rsidRPr="003330DC">
              <w:rPr>
                <w:sz w:val="20"/>
                <w:szCs w:val="18"/>
                <w:lang w:bidi="ar-SA"/>
              </w:rPr>
              <w:t>Print publications</w:t>
            </w:r>
            <w:r w:rsidR="00807963">
              <w:rPr>
                <w:sz w:val="20"/>
                <w:szCs w:val="18"/>
                <w:lang w:bidi="ar-SA"/>
              </w:rPr>
              <w:t xml:space="preserve"> </w:t>
            </w:r>
          </w:p>
          <w:p w:rsidR="00807963" w:rsidRPr="00807963" w:rsidRDefault="00154740" w:rsidP="00182B74">
            <w:pPr>
              <w:pStyle w:val="BodyText1"/>
              <w:rPr>
                <w:sz w:val="16"/>
                <w:lang w:bidi="ar-SA"/>
              </w:rPr>
            </w:pPr>
            <w:r w:rsidRPr="003330DC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7963" w:rsidRPr="003330DC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3330DC">
              <w:rPr>
                <w:sz w:val="20"/>
                <w:lang w:bidi="ar-SA"/>
              </w:rPr>
              <w:fldChar w:fldCharType="end"/>
            </w:r>
            <w:r w:rsidR="00807963" w:rsidRPr="003330DC">
              <w:rPr>
                <w:sz w:val="20"/>
                <w:lang w:bidi="ar-SA"/>
              </w:rPr>
              <w:t xml:space="preserve"> </w:t>
            </w:r>
            <w:r w:rsidR="00807963" w:rsidRPr="003330DC">
              <w:rPr>
                <w:sz w:val="20"/>
                <w:szCs w:val="18"/>
                <w:lang w:bidi="ar-SA"/>
              </w:rPr>
              <w:t>Print publications</w:t>
            </w:r>
            <w:r w:rsidR="00807963">
              <w:rPr>
                <w:sz w:val="20"/>
                <w:szCs w:val="18"/>
                <w:lang w:bidi="ar-SA"/>
              </w:rPr>
              <w:t xml:space="preserve"> </w:t>
            </w:r>
            <w:r w:rsidR="00182B74">
              <w:rPr>
                <w:sz w:val="16"/>
                <w:szCs w:val="16"/>
                <w:lang w:bidi="ar-SA"/>
              </w:rPr>
              <w:t>(other)</w:t>
            </w:r>
          </w:p>
        </w:tc>
        <w:tc>
          <w:tcPr>
            <w:tcW w:w="2745" w:type="pct"/>
          </w:tcPr>
          <w:p w:rsidR="00DA1B5D" w:rsidRPr="003330DC" w:rsidRDefault="00DA1B5D" w:rsidP="00DA1B5D">
            <w:pPr>
              <w:pStyle w:val="BodyText1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>Online</w:t>
            </w:r>
          </w:p>
          <w:p w:rsidR="00DA1B5D" w:rsidRDefault="00154740" w:rsidP="00DA1B5D">
            <w:pPr>
              <w:pStyle w:val="BodyText1"/>
              <w:rPr>
                <w:sz w:val="20"/>
                <w:lang w:bidi="ar-SA"/>
              </w:rPr>
            </w:pPr>
            <w:r w:rsidRPr="001D24A2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1D24A2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1D24A2">
              <w:rPr>
                <w:sz w:val="20"/>
                <w:lang w:bidi="ar-SA"/>
              </w:rPr>
              <w:fldChar w:fldCharType="end"/>
            </w:r>
            <w:r w:rsidR="00DA1B5D" w:rsidRPr="001D24A2">
              <w:rPr>
                <w:sz w:val="20"/>
                <w:lang w:bidi="ar-SA"/>
              </w:rPr>
              <w:t xml:space="preserve"> Intranet </w:t>
            </w:r>
            <w:r w:rsidR="00DA1B5D" w:rsidRPr="000A51D3">
              <w:rPr>
                <w:sz w:val="16"/>
                <w:lang w:bidi="ar-SA"/>
              </w:rPr>
              <w:t xml:space="preserve">(internal to </w:t>
            </w:r>
            <w:r w:rsidR="00182B74">
              <w:rPr>
                <w:sz w:val="16"/>
                <w:lang w:bidi="ar-SA"/>
              </w:rPr>
              <w:t>above organisations</w:t>
            </w:r>
            <w:r w:rsidR="00DA1B5D" w:rsidRPr="000A51D3">
              <w:rPr>
                <w:sz w:val="16"/>
                <w:lang w:bidi="ar-SA"/>
              </w:rPr>
              <w:t>)</w:t>
            </w:r>
          </w:p>
          <w:p w:rsidR="00DA1B5D" w:rsidRDefault="00154740" w:rsidP="00DA1B5D">
            <w:pPr>
              <w:pStyle w:val="BodyText1"/>
              <w:rPr>
                <w:sz w:val="20"/>
                <w:lang w:bidi="ar-SA"/>
              </w:rPr>
            </w:pPr>
            <w:r w:rsidRPr="001D24A2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1D24A2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1D24A2">
              <w:rPr>
                <w:sz w:val="20"/>
                <w:lang w:bidi="ar-SA"/>
              </w:rPr>
              <w:fldChar w:fldCharType="end"/>
            </w:r>
            <w:r w:rsidR="00DA1B5D" w:rsidRPr="001D24A2">
              <w:rPr>
                <w:sz w:val="20"/>
                <w:lang w:bidi="ar-SA"/>
              </w:rPr>
              <w:t xml:space="preserve"> </w:t>
            </w:r>
            <w:r w:rsidR="003330DC">
              <w:rPr>
                <w:sz w:val="20"/>
                <w:lang w:bidi="ar-SA"/>
              </w:rPr>
              <w:t>Internet</w:t>
            </w:r>
          </w:p>
          <w:p w:rsidR="00DA1B5D" w:rsidRDefault="00154740" w:rsidP="00C406E9">
            <w:pPr>
              <w:pStyle w:val="BodyText1"/>
              <w:ind w:left="626" w:hanging="626"/>
              <w:rPr>
                <w:sz w:val="20"/>
                <w:szCs w:val="18"/>
                <w:lang w:bidi="ar-SA"/>
              </w:rPr>
            </w:pPr>
            <w:r w:rsidRPr="001D24A2">
              <w:rPr>
                <w:sz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1B5D" w:rsidRPr="001D24A2">
              <w:rPr>
                <w:sz w:val="20"/>
                <w:lang w:bidi="ar-SA"/>
              </w:rPr>
              <w:instrText xml:space="preserve"> FORMCHECKBOX </w:instrText>
            </w:r>
            <w:r>
              <w:rPr>
                <w:sz w:val="20"/>
                <w:lang w:bidi="ar-SA"/>
              </w:rPr>
            </w:r>
            <w:r>
              <w:rPr>
                <w:sz w:val="20"/>
                <w:lang w:bidi="ar-SA"/>
              </w:rPr>
              <w:fldChar w:fldCharType="separate"/>
            </w:r>
            <w:r w:rsidRPr="001D24A2">
              <w:rPr>
                <w:sz w:val="20"/>
                <w:lang w:bidi="ar-SA"/>
              </w:rPr>
              <w:fldChar w:fldCharType="end"/>
            </w:r>
            <w:r w:rsidR="00DA1B5D" w:rsidRPr="001D24A2">
              <w:rPr>
                <w:sz w:val="20"/>
                <w:lang w:bidi="ar-SA"/>
              </w:rPr>
              <w:t xml:space="preserve"> </w:t>
            </w:r>
            <w:r w:rsidR="00DA1B5D">
              <w:rPr>
                <w:sz w:val="20"/>
                <w:lang w:bidi="ar-SA"/>
              </w:rPr>
              <w:t xml:space="preserve">Social media </w:t>
            </w:r>
            <w:r w:rsidR="00DA1B5D" w:rsidRPr="0001364E">
              <w:rPr>
                <w:sz w:val="16"/>
                <w:lang w:bidi="ar-SA"/>
              </w:rPr>
              <w:t>(</w:t>
            </w:r>
            <w:r w:rsidR="00C406E9" w:rsidRPr="0001364E">
              <w:rPr>
                <w:sz w:val="16"/>
                <w:lang w:bidi="ar-SA"/>
              </w:rPr>
              <w:t>e.g.</w:t>
            </w:r>
            <w:r w:rsidR="00DA1B5D" w:rsidRPr="0001364E">
              <w:rPr>
                <w:sz w:val="16"/>
                <w:lang w:bidi="ar-SA"/>
              </w:rPr>
              <w:t xml:space="preserve"> YouTube, </w:t>
            </w:r>
            <w:proofErr w:type="spellStart"/>
            <w:r w:rsidR="00DA1B5D" w:rsidRPr="0001364E">
              <w:rPr>
                <w:sz w:val="16"/>
                <w:lang w:bidi="ar-SA"/>
              </w:rPr>
              <w:t>Facebook</w:t>
            </w:r>
            <w:proofErr w:type="spellEnd"/>
            <w:r w:rsidR="00DA1B5D" w:rsidRPr="0001364E">
              <w:rPr>
                <w:sz w:val="16"/>
                <w:lang w:bidi="ar-SA"/>
              </w:rPr>
              <w:t>, Twitter)</w:t>
            </w:r>
          </w:p>
        </w:tc>
      </w:tr>
      <w:tr w:rsidR="00DA1B5D" w:rsidTr="009B0364">
        <w:trPr>
          <w:trHeight w:val="396"/>
        </w:trPr>
        <w:tc>
          <w:tcPr>
            <w:tcW w:w="1001" w:type="pct"/>
            <w:vAlign w:val="bottom"/>
          </w:tcPr>
          <w:p w:rsidR="00DA1B5D" w:rsidRPr="009B0364" w:rsidRDefault="00DA1B5D" w:rsidP="00DA1B5D">
            <w:pPr>
              <w:pStyle w:val="BodyText1"/>
              <w:rPr>
                <w:sz w:val="18"/>
                <w:szCs w:val="18"/>
                <w:lang w:bidi="ar-SA"/>
              </w:rPr>
            </w:pPr>
            <w:r w:rsidRPr="00DA1B5D">
              <w:rPr>
                <w:sz w:val="18"/>
                <w:szCs w:val="18"/>
                <w:lang w:bidi="ar-SA"/>
              </w:rPr>
              <w:t xml:space="preserve">Exceptions for use </w:t>
            </w:r>
          </w:p>
        </w:tc>
        <w:tc>
          <w:tcPr>
            <w:tcW w:w="3999" w:type="pct"/>
            <w:gridSpan w:val="2"/>
            <w:tcBorders>
              <w:bottom w:val="single" w:sz="4" w:space="0" w:color="auto"/>
            </w:tcBorders>
            <w:vAlign w:val="bottom"/>
          </w:tcPr>
          <w:p w:rsidR="00DA1B5D" w:rsidRPr="0001364E" w:rsidRDefault="009B0364" w:rsidP="009B0364">
            <w:pPr>
              <w:pStyle w:val="BodyText1"/>
              <w:ind w:left="-109"/>
              <w:rPr>
                <w:sz w:val="20"/>
                <w:szCs w:val="18"/>
                <w:lang w:bidi="ar-SA"/>
              </w:rPr>
            </w:pPr>
            <w:r w:rsidRPr="0001364E">
              <w:rPr>
                <w:sz w:val="16"/>
                <w:szCs w:val="18"/>
                <w:lang w:bidi="ar-SA"/>
              </w:rPr>
              <w:t>(please specify)</w:t>
            </w:r>
          </w:p>
        </w:tc>
      </w:tr>
    </w:tbl>
    <w:p w:rsidR="003330DC" w:rsidRDefault="003330DC" w:rsidP="00DA1B5D">
      <w:pPr>
        <w:pStyle w:val="BodyText1"/>
        <w:rPr>
          <w:sz w:val="16"/>
          <w:szCs w:val="18"/>
          <w:lang w:bidi="ar-SA"/>
        </w:rPr>
      </w:pPr>
    </w:p>
    <w:p w:rsidR="000160A8" w:rsidRDefault="003330DC" w:rsidP="00DA1B5D">
      <w:pPr>
        <w:pStyle w:val="BodyText1"/>
        <w:rPr>
          <w:b/>
          <w:sz w:val="20"/>
          <w:szCs w:val="18"/>
          <w:lang w:bidi="ar-SA"/>
        </w:rPr>
      </w:pPr>
      <w:r>
        <w:rPr>
          <w:b/>
          <w:sz w:val="20"/>
          <w:szCs w:val="18"/>
          <w:lang w:bidi="ar-SA"/>
        </w:rPr>
        <w:t>Participant’s</w:t>
      </w:r>
      <w:r w:rsidRPr="003330DC">
        <w:rPr>
          <w:b/>
          <w:sz w:val="20"/>
          <w:szCs w:val="18"/>
          <w:lang w:bidi="ar-SA"/>
        </w:rPr>
        <w:t xml:space="preserve"> information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0"/>
        <w:gridCol w:w="2552"/>
        <w:gridCol w:w="884"/>
        <w:gridCol w:w="1668"/>
        <w:gridCol w:w="1701"/>
      </w:tblGrid>
      <w:tr w:rsidR="00DC282E" w:rsidTr="00C406E9">
        <w:tc>
          <w:tcPr>
            <w:tcW w:w="2410" w:type="dxa"/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 xml:space="preserve">Full name </w:t>
            </w:r>
            <w:r w:rsidRPr="0001364E">
              <w:rPr>
                <w:sz w:val="16"/>
                <w:szCs w:val="18"/>
                <w:lang w:bidi="ar-SA"/>
              </w:rPr>
              <w:t>(print)</w:t>
            </w:r>
          </w:p>
        </w:tc>
        <w:tc>
          <w:tcPr>
            <w:tcW w:w="6805" w:type="dxa"/>
            <w:gridSpan w:val="4"/>
            <w:tcBorders>
              <w:bottom w:val="single" w:sz="4" w:space="0" w:color="auto"/>
            </w:tcBorders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</w:tr>
      <w:tr w:rsidR="00DC282E" w:rsidTr="00C406E9">
        <w:tc>
          <w:tcPr>
            <w:tcW w:w="2410" w:type="dxa"/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 xml:space="preserve">Date of birth </w:t>
            </w:r>
            <w:r w:rsidRPr="0001364E">
              <w:rPr>
                <w:sz w:val="16"/>
                <w:szCs w:val="18"/>
                <w:lang w:bidi="ar-SA"/>
              </w:rPr>
              <w:t>(</w:t>
            </w:r>
            <w:proofErr w:type="spellStart"/>
            <w:r w:rsidRPr="0001364E">
              <w:rPr>
                <w:sz w:val="16"/>
                <w:szCs w:val="18"/>
                <w:lang w:bidi="ar-SA"/>
              </w:rPr>
              <w:t>dd</w:t>
            </w:r>
            <w:proofErr w:type="spellEnd"/>
            <w:r w:rsidRPr="0001364E">
              <w:rPr>
                <w:sz w:val="16"/>
                <w:szCs w:val="18"/>
                <w:lang w:bidi="ar-SA"/>
              </w:rPr>
              <w:t>/mm/</w:t>
            </w:r>
            <w:proofErr w:type="spellStart"/>
            <w:r w:rsidRPr="0001364E">
              <w:rPr>
                <w:sz w:val="16"/>
                <w:szCs w:val="18"/>
                <w:lang w:bidi="ar-SA"/>
              </w:rPr>
              <w:t>yyyy</w:t>
            </w:r>
            <w:proofErr w:type="spellEnd"/>
            <w:r w:rsidRPr="0001364E">
              <w:rPr>
                <w:sz w:val="16"/>
                <w:szCs w:val="18"/>
                <w:lang w:bidi="ar-SA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282E" w:rsidRPr="003330DC" w:rsidRDefault="00C406E9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>
              <w:rPr>
                <w:sz w:val="20"/>
                <w:szCs w:val="18"/>
                <w:lang w:bidi="ar-SA"/>
              </w:rPr>
              <w:t xml:space="preserve">                                                          </w:t>
            </w:r>
          </w:p>
        </w:tc>
        <w:tc>
          <w:tcPr>
            <w:tcW w:w="884" w:type="dxa"/>
            <w:tcBorders>
              <w:top w:val="single" w:sz="4" w:space="0" w:color="auto"/>
            </w:tcBorders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>Gender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>(M)</w:t>
            </w:r>
            <w:r w:rsidR="005B08B6">
              <w:rPr>
                <w:sz w:val="20"/>
                <w:szCs w:val="18"/>
                <w:lang w:bidi="ar-SA"/>
              </w:rPr>
              <w:t xml:space="preserve"> </w:t>
            </w:r>
            <w:r w:rsidR="0001364E">
              <w:rPr>
                <w:sz w:val="20"/>
                <w:szCs w:val="18"/>
                <w:lang w:bidi="ar-SA"/>
              </w:rPr>
              <w:t xml:space="preserve"> </w:t>
            </w:r>
            <w:r w:rsidR="00154740" w:rsidRPr="00DA1B5D">
              <w:rPr>
                <w:sz w:val="20"/>
                <w:szCs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08B6" w:rsidRPr="00DA1B5D">
              <w:rPr>
                <w:sz w:val="20"/>
                <w:szCs w:val="20"/>
                <w:lang w:bidi="ar-SA"/>
              </w:rPr>
              <w:instrText xml:space="preserve"> FORMCHECKBOX </w:instrText>
            </w:r>
            <w:r w:rsidR="00154740">
              <w:rPr>
                <w:sz w:val="20"/>
                <w:szCs w:val="20"/>
                <w:lang w:bidi="ar-SA"/>
              </w:rPr>
            </w:r>
            <w:r w:rsidR="00154740">
              <w:rPr>
                <w:sz w:val="20"/>
                <w:szCs w:val="20"/>
                <w:lang w:bidi="ar-SA"/>
              </w:rPr>
              <w:fldChar w:fldCharType="separate"/>
            </w:r>
            <w:r w:rsidR="00154740" w:rsidRPr="00DA1B5D">
              <w:rPr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282E" w:rsidRPr="003330DC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3330DC">
              <w:rPr>
                <w:sz w:val="20"/>
                <w:szCs w:val="18"/>
                <w:lang w:bidi="ar-SA"/>
              </w:rPr>
              <w:t>(F)</w:t>
            </w:r>
            <w:r w:rsidR="0001364E">
              <w:rPr>
                <w:sz w:val="20"/>
                <w:szCs w:val="18"/>
                <w:lang w:bidi="ar-SA"/>
              </w:rPr>
              <w:t xml:space="preserve"> </w:t>
            </w:r>
            <w:r w:rsidR="005B08B6">
              <w:rPr>
                <w:sz w:val="20"/>
                <w:szCs w:val="18"/>
                <w:lang w:bidi="ar-SA"/>
              </w:rPr>
              <w:t xml:space="preserve"> </w:t>
            </w:r>
            <w:r w:rsidR="00154740" w:rsidRPr="00DA1B5D">
              <w:rPr>
                <w:sz w:val="20"/>
                <w:szCs w:val="20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08B6" w:rsidRPr="00DA1B5D">
              <w:rPr>
                <w:sz w:val="20"/>
                <w:szCs w:val="20"/>
                <w:lang w:bidi="ar-SA"/>
              </w:rPr>
              <w:instrText xml:space="preserve"> FORMCHECKBOX </w:instrText>
            </w:r>
            <w:r w:rsidR="00154740">
              <w:rPr>
                <w:sz w:val="20"/>
                <w:szCs w:val="20"/>
                <w:lang w:bidi="ar-SA"/>
              </w:rPr>
            </w:r>
            <w:r w:rsidR="00154740">
              <w:rPr>
                <w:sz w:val="20"/>
                <w:szCs w:val="20"/>
                <w:lang w:bidi="ar-SA"/>
              </w:rPr>
              <w:fldChar w:fldCharType="separate"/>
            </w:r>
            <w:r w:rsidR="00154740" w:rsidRPr="00DA1B5D">
              <w:rPr>
                <w:sz w:val="20"/>
                <w:szCs w:val="20"/>
                <w:lang w:bidi="ar-SA"/>
              </w:rPr>
              <w:fldChar w:fldCharType="end"/>
            </w:r>
          </w:p>
        </w:tc>
      </w:tr>
    </w:tbl>
    <w:p w:rsidR="009B0364" w:rsidRDefault="00C406E9" w:rsidP="00DA1B5D">
      <w:pPr>
        <w:pStyle w:val="BodyText1"/>
        <w:rPr>
          <w:b/>
          <w:sz w:val="20"/>
          <w:szCs w:val="18"/>
          <w:lang w:bidi="ar-SA"/>
        </w:rPr>
      </w:pPr>
      <w:r>
        <w:rPr>
          <w:b/>
          <w:sz w:val="20"/>
          <w:szCs w:val="18"/>
          <w:lang w:bidi="ar-SA"/>
        </w:rPr>
        <w:t xml:space="preserve">  </w:t>
      </w:r>
    </w:p>
    <w:p w:rsidR="00DC282E" w:rsidRPr="00DC282E" w:rsidRDefault="00DC282E" w:rsidP="00C406E9">
      <w:pPr>
        <w:pStyle w:val="BodyText1"/>
        <w:spacing w:line="276" w:lineRule="auto"/>
        <w:rPr>
          <w:b/>
          <w:sz w:val="20"/>
          <w:szCs w:val="18"/>
          <w:lang w:bidi="ar-SA"/>
        </w:rPr>
      </w:pPr>
      <w:r w:rsidRPr="00DC282E">
        <w:rPr>
          <w:b/>
          <w:sz w:val="20"/>
          <w:szCs w:val="18"/>
          <w:lang w:bidi="ar-SA"/>
        </w:rPr>
        <w:t>Participant (or signatory *) information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1"/>
        <w:gridCol w:w="1040"/>
        <w:gridCol w:w="973"/>
        <w:gridCol w:w="973"/>
        <w:gridCol w:w="1230"/>
        <w:gridCol w:w="1203"/>
        <w:gridCol w:w="1623"/>
        <w:gridCol w:w="1946"/>
      </w:tblGrid>
      <w:tr w:rsidR="003330DC" w:rsidTr="00C406E9">
        <w:trPr>
          <w:trHeight w:val="291"/>
        </w:trPr>
        <w:tc>
          <w:tcPr>
            <w:tcW w:w="2271" w:type="dxa"/>
            <w:gridSpan w:val="2"/>
            <w:vAlign w:val="bottom"/>
          </w:tcPr>
          <w:p w:rsidR="003330DC" w:rsidRPr="00DC282E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Residential address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3330DC" w:rsidRPr="00DC282E" w:rsidRDefault="003330DC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</w:tr>
      <w:tr w:rsidR="009B0364" w:rsidTr="00C406E9">
        <w:trPr>
          <w:trHeight w:val="273"/>
        </w:trPr>
        <w:tc>
          <w:tcPr>
            <w:tcW w:w="1231" w:type="dxa"/>
            <w:vAlign w:val="bottom"/>
          </w:tcPr>
          <w:p w:rsidR="009B0364" w:rsidRPr="00DC282E" w:rsidRDefault="009B0364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Sate</w:t>
            </w:r>
          </w:p>
        </w:tc>
        <w:tc>
          <w:tcPr>
            <w:tcW w:w="2986" w:type="dxa"/>
            <w:gridSpan w:val="3"/>
            <w:tcBorders>
              <w:bottom w:val="single" w:sz="4" w:space="0" w:color="auto"/>
            </w:tcBorders>
            <w:vAlign w:val="bottom"/>
          </w:tcPr>
          <w:p w:rsidR="009B0364" w:rsidRPr="00DC282E" w:rsidRDefault="009B0364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  <w:tc>
          <w:tcPr>
            <w:tcW w:w="1230" w:type="dxa"/>
            <w:vAlign w:val="bottom"/>
          </w:tcPr>
          <w:p w:rsidR="009B0364" w:rsidRPr="00DC282E" w:rsidRDefault="009B0364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Postcode</w:t>
            </w:r>
          </w:p>
        </w:tc>
        <w:tc>
          <w:tcPr>
            <w:tcW w:w="4772" w:type="dxa"/>
            <w:gridSpan w:val="3"/>
            <w:tcBorders>
              <w:bottom w:val="single" w:sz="4" w:space="0" w:color="auto"/>
            </w:tcBorders>
            <w:vAlign w:val="bottom"/>
          </w:tcPr>
          <w:p w:rsidR="009B0364" w:rsidRPr="003330DC" w:rsidRDefault="009B0364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</w:tr>
      <w:tr w:rsidR="003330DC" w:rsidTr="00C406E9">
        <w:trPr>
          <w:trHeight w:val="291"/>
        </w:trPr>
        <w:tc>
          <w:tcPr>
            <w:tcW w:w="1231" w:type="dxa"/>
            <w:vAlign w:val="bottom"/>
          </w:tcPr>
          <w:p w:rsidR="003330DC" w:rsidRPr="00DC282E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Phone</w:t>
            </w:r>
          </w:p>
        </w:tc>
        <w:tc>
          <w:tcPr>
            <w:tcW w:w="2986" w:type="dxa"/>
            <w:gridSpan w:val="3"/>
            <w:tcBorders>
              <w:bottom w:val="single" w:sz="4" w:space="0" w:color="auto"/>
            </w:tcBorders>
            <w:vAlign w:val="bottom"/>
          </w:tcPr>
          <w:p w:rsidR="003330DC" w:rsidRPr="00DC282E" w:rsidRDefault="003330DC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  <w:tc>
          <w:tcPr>
            <w:tcW w:w="1230" w:type="dxa"/>
            <w:tcBorders>
              <w:bottom w:val="single" w:sz="4" w:space="0" w:color="FFFFFF" w:themeColor="background1"/>
            </w:tcBorders>
            <w:vAlign w:val="bottom"/>
          </w:tcPr>
          <w:p w:rsidR="003330DC" w:rsidRPr="00DC282E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Email</w:t>
            </w:r>
          </w:p>
        </w:tc>
        <w:tc>
          <w:tcPr>
            <w:tcW w:w="4772" w:type="dxa"/>
            <w:gridSpan w:val="3"/>
            <w:tcBorders>
              <w:bottom w:val="single" w:sz="4" w:space="0" w:color="auto"/>
            </w:tcBorders>
            <w:vAlign w:val="bottom"/>
          </w:tcPr>
          <w:p w:rsidR="003330DC" w:rsidRDefault="003330DC" w:rsidP="00C406E9">
            <w:pPr>
              <w:pStyle w:val="BodyText1"/>
              <w:spacing w:line="276" w:lineRule="auto"/>
              <w:rPr>
                <w:b/>
                <w:sz w:val="20"/>
                <w:szCs w:val="18"/>
                <w:lang w:bidi="ar-SA"/>
              </w:rPr>
            </w:pPr>
          </w:p>
        </w:tc>
      </w:tr>
      <w:tr w:rsidR="00AE73B0" w:rsidTr="00C406E9">
        <w:trPr>
          <w:trHeight w:val="273"/>
        </w:trPr>
        <w:tc>
          <w:tcPr>
            <w:tcW w:w="3244" w:type="dxa"/>
            <w:gridSpan w:val="3"/>
            <w:vAlign w:val="bottom"/>
          </w:tcPr>
          <w:p w:rsidR="00AE73B0" w:rsidRPr="00DC282E" w:rsidRDefault="00AE73B0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>
              <w:rPr>
                <w:sz w:val="20"/>
                <w:szCs w:val="18"/>
                <w:lang w:bidi="ar-SA"/>
              </w:rPr>
              <w:t xml:space="preserve">Signatory name </w:t>
            </w:r>
            <w:r w:rsidRPr="0001364E">
              <w:rPr>
                <w:sz w:val="16"/>
                <w:szCs w:val="18"/>
                <w:lang w:bidi="ar-SA"/>
              </w:rPr>
              <w:t>(if applicable)</w:t>
            </w:r>
          </w:p>
        </w:tc>
        <w:tc>
          <w:tcPr>
            <w:tcW w:w="6975" w:type="dxa"/>
            <w:gridSpan w:val="5"/>
            <w:tcBorders>
              <w:bottom w:val="single" w:sz="4" w:space="0" w:color="auto"/>
            </w:tcBorders>
            <w:vAlign w:val="bottom"/>
          </w:tcPr>
          <w:p w:rsidR="00AE73B0" w:rsidRDefault="00AE73B0" w:rsidP="00C406E9">
            <w:pPr>
              <w:pStyle w:val="BodyText1"/>
              <w:spacing w:line="276" w:lineRule="auto"/>
              <w:rPr>
                <w:b/>
                <w:sz w:val="20"/>
                <w:szCs w:val="18"/>
                <w:lang w:bidi="ar-SA"/>
              </w:rPr>
            </w:pPr>
          </w:p>
        </w:tc>
      </w:tr>
      <w:tr w:rsidR="003330DC" w:rsidTr="00C406E9">
        <w:trPr>
          <w:trHeight w:val="298"/>
        </w:trPr>
        <w:tc>
          <w:tcPr>
            <w:tcW w:w="1231" w:type="dxa"/>
            <w:vAlign w:val="bottom"/>
          </w:tcPr>
          <w:p w:rsidR="003330DC" w:rsidRPr="00DC282E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Sig</w:t>
            </w:r>
            <w:r>
              <w:rPr>
                <w:sz w:val="20"/>
                <w:szCs w:val="18"/>
                <w:lang w:bidi="ar-SA"/>
              </w:rPr>
              <w:t>nature</w:t>
            </w:r>
          </w:p>
        </w:tc>
        <w:tc>
          <w:tcPr>
            <w:tcW w:w="5419" w:type="dxa"/>
            <w:gridSpan w:val="5"/>
            <w:tcBorders>
              <w:bottom w:val="single" w:sz="4" w:space="0" w:color="auto"/>
            </w:tcBorders>
            <w:vAlign w:val="bottom"/>
          </w:tcPr>
          <w:p w:rsidR="003330DC" w:rsidRPr="00DC282E" w:rsidRDefault="003330DC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vAlign w:val="bottom"/>
          </w:tcPr>
          <w:p w:rsidR="003330DC" w:rsidRPr="00DC282E" w:rsidRDefault="00DC282E" w:rsidP="00C406E9">
            <w:pPr>
              <w:pStyle w:val="BodyText1"/>
              <w:spacing w:line="276" w:lineRule="auto"/>
              <w:rPr>
                <w:sz w:val="20"/>
                <w:szCs w:val="18"/>
                <w:lang w:bidi="ar-SA"/>
              </w:rPr>
            </w:pPr>
            <w:r w:rsidRPr="00DC282E">
              <w:rPr>
                <w:sz w:val="20"/>
                <w:szCs w:val="18"/>
                <w:lang w:bidi="ar-SA"/>
              </w:rPr>
              <w:t>Date</w:t>
            </w:r>
            <w:r>
              <w:rPr>
                <w:sz w:val="20"/>
                <w:szCs w:val="18"/>
                <w:lang w:bidi="ar-SA"/>
              </w:rPr>
              <w:t xml:space="preserve"> signed</w:t>
            </w:r>
          </w:p>
        </w:tc>
        <w:tc>
          <w:tcPr>
            <w:tcW w:w="1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30DC" w:rsidRDefault="003330DC" w:rsidP="00C406E9">
            <w:pPr>
              <w:pStyle w:val="BodyText1"/>
              <w:spacing w:line="276" w:lineRule="auto"/>
              <w:rPr>
                <w:b/>
                <w:sz w:val="20"/>
                <w:szCs w:val="18"/>
                <w:lang w:bidi="ar-SA"/>
              </w:rPr>
            </w:pPr>
          </w:p>
        </w:tc>
      </w:tr>
    </w:tbl>
    <w:p w:rsidR="00B85BD3" w:rsidRPr="00AE73B0" w:rsidRDefault="00B85BD3" w:rsidP="00B85BD3">
      <w:pPr>
        <w:pStyle w:val="BodyText1"/>
        <w:rPr>
          <w:sz w:val="20"/>
          <w:szCs w:val="18"/>
          <w:lang w:bidi="ar-SA"/>
        </w:rPr>
      </w:pPr>
    </w:p>
    <w:p w:rsidR="00B67111" w:rsidRDefault="00DC282E" w:rsidP="00C406E9">
      <w:pPr>
        <w:pStyle w:val="BodyText1"/>
        <w:rPr>
          <w:sz w:val="18"/>
          <w:szCs w:val="18"/>
          <w:lang w:bidi="ar-SA"/>
        </w:rPr>
      </w:pPr>
      <w:r w:rsidRPr="009B0364">
        <w:rPr>
          <w:sz w:val="18"/>
          <w:szCs w:val="18"/>
          <w:lang w:bidi="ar-SA"/>
        </w:rPr>
        <w:t>* If participant is a minor or lacks capacity to approve the content</w:t>
      </w:r>
      <w:r w:rsidR="00AE73B0" w:rsidRPr="009B0364">
        <w:rPr>
          <w:sz w:val="18"/>
          <w:szCs w:val="18"/>
          <w:lang w:bidi="ar-SA"/>
        </w:rPr>
        <w:t>,</w:t>
      </w:r>
      <w:r w:rsidRPr="009B0364">
        <w:rPr>
          <w:sz w:val="18"/>
          <w:szCs w:val="18"/>
          <w:lang w:bidi="ar-SA"/>
        </w:rPr>
        <w:t xml:space="preserve"> signatory warrants and represents they have full legal capacity to agree to the release of all rights </w:t>
      </w:r>
      <w:r w:rsidR="00D34F3F">
        <w:rPr>
          <w:sz w:val="18"/>
          <w:szCs w:val="18"/>
          <w:lang w:bidi="ar-SA"/>
        </w:rPr>
        <w:t>of</w:t>
      </w:r>
      <w:r w:rsidRPr="009B0364">
        <w:rPr>
          <w:sz w:val="18"/>
          <w:szCs w:val="18"/>
          <w:lang w:bidi="ar-SA"/>
        </w:rPr>
        <w:t xml:space="preserve"> the </w:t>
      </w:r>
      <w:r w:rsidR="00D34F3F">
        <w:rPr>
          <w:sz w:val="18"/>
          <w:szCs w:val="18"/>
          <w:lang w:bidi="ar-SA"/>
        </w:rPr>
        <w:t>participant’s</w:t>
      </w:r>
      <w:r w:rsidRPr="009B0364">
        <w:rPr>
          <w:sz w:val="18"/>
          <w:szCs w:val="18"/>
          <w:lang w:bidi="ar-SA"/>
        </w:rPr>
        <w:t xml:space="preserve"> content. If you are signing in this </w:t>
      </w:r>
      <w:r w:rsidR="00AE73B0" w:rsidRPr="009B0364">
        <w:rPr>
          <w:sz w:val="18"/>
          <w:szCs w:val="18"/>
          <w:lang w:bidi="ar-SA"/>
        </w:rPr>
        <w:t>capacity</w:t>
      </w:r>
      <w:r w:rsidRPr="009B0364">
        <w:rPr>
          <w:sz w:val="18"/>
          <w:szCs w:val="18"/>
          <w:lang w:bidi="ar-SA"/>
        </w:rPr>
        <w:t xml:space="preserve"> please enter your details </w:t>
      </w:r>
      <w:r w:rsidR="00D34F3F">
        <w:rPr>
          <w:sz w:val="18"/>
          <w:szCs w:val="18"/>
          <w:lang w:bidi="ar-SA"/>
        </w:rPr>
        <w:t xml:space="preserve">in the signatory details </w:t>
      </w:r>
      <w:r w:rsidRPr="009B0364">
        <w:rPr>
          <w:sz w:val="18"/>
          <w:szCs w:val="18"/>
          <w:lang w:bidi="ar-SA"/>
        </w:rPr>
        <w:t>above</w:t>
      </w:r>
      <w:r w:rsidR="00AE73B0" w:rsidRPr="009B0364">
        <w:rPr>
          <w:sz w:val="18"/>
          <w:szCs w:val="18"/>
          <w:lang w:bidi="ar-SA"/>
        </w:rPr>
        <w:t>.</w:t>
      </w:r>
      <w:r w:rsidR="00C406E9">
        <w:rPr>
          <w:sz w:val="18"/>
          <w:szCs w:val="18"/>
          <w:lang w:bidi="ar-SA"/>
        </w:rPr>
        <w:t xml:space="preserve"> </w:t>
      </w:r>
    </w:p>
    <w:p w:rsidR="00C406E9" w:rsidRDefault="00C406E9" w:rsidP="00C406E9">
      <w:pPr>
        <w:pStyle w:val="BodyText1"/>
        <w:rPr>
          <w:sz w:val="18"/>
          <w:szCs w:val="18"/>
          <w:lang w:bidi="ar-SA"/>
        </w:rPr>
      </w:pPr>
    </w:p>
    <w:p w:rsidR="005B08B6" w:rsidRPr="004C5E5C" w:rsidRDefault="00B67111" w:rsidP="00C406E9">
      <w:pPr>
        <w:pStyle w:val="BodyText1"/>
        <w:rPr>
          <w:sz w:val="18"/>
          <w:szCs w:val="18"/>
          <w:lang w:bidi="ar-SA"/>
        </w:rPr>
      </w:pPr>
      <w:r>
        <w:rPr>
          <w:sz w:val="18"/>
          <w:szCs w:val="18"/>
          <w:lang w:bidi="ar-SA"/>
        </w:rPr>
        <w:t xml:space="preserve">If, after the event, you decide that you would like to change any of the above information or withdraw permission to use content within media or any publications, please call </w:t>
      </w:r>
      <w:proofErr w:type="spellStart"/>
      <w:r>
        <w:rPr>
          <w:sz w:val="18"/>
          <w:szCs w:val="18"/>
          <w:lang w:bidi="ar-SA"/>
        </w:rPr>
        <w:t>Lynsey</w:t>
      </w:r>
      <w:proofErr w:type="spellEnd"/>
      <w:r>
        <w:rPr>
          <w:sz w:val="18"/>
          <w:szCs w:val="18"/>
          <w:lang w:bidi="ar-SA"/>
        </w:rPr>
        <w:t xml:space="preserve"> Monaghan at Wesley Mission on </w:t>
      </w:r>
      <w:r w:rsidR="00C406E9">
        <w:rPr>
          <w:sz w:val="18"/>
          <w:szCs w:val="18"/>
          <w:lang w:bidi="ar-SA"/>
        </w:rPr>
        <w:t xml:space="preserve">(02) </w:t>
      </w:r>
      <w:r>
        <w:rPr>
          <w:sz w:val="18"/>
          <w:szCs w:val="18"/>
          <w:lang w:bidi="ar-SA"/>
        </w:rPr>
        <w:t xml:space="preserve">4723 9278. </w:t>
      </w:r>
    </w:p>
    <w:tbl>
      <w:tblPr>
        <w:tblW w:w="4887" w:type="pct"/>
        <w:tblBorders>
          <w:top w:val="single" w:sz="4" w:space="0" w:color="000000"/>
          <w:bottom w:val="single" w:sz="4" w:space="0" w:color="000000"/>
        </w:tblBorders>
        <w:tblLook w:val="04A0"/>
      </w:tblPr>
      <w:tblGrid>
        <w:gridCol w:w="2088"/>
        <w:gridCol w:w="2621"/>
        <w:gridCol w:w="2681"/>
        <w:gridCol w:w="3051"/>
      </w:tblGrid>
      <w:tr w:rsidR="00AE73B0" w:rsidRPr="00AE73B0" w:rsidTr="00C406E9">
        <w:tc>
          <w:tcPr>
            <w:tcW w:w="5000" w:type="pct"/>
            <w:gridSpan w:val="4"/>
            <w:tcBorders>
              <w:top w:val="nil"/>
              <w:bottom w:val="nil"/>
            </w:tcBorders>
            <w:shd w:val="clear" w:color="auto" w:fill="D9D9D9"/>
          </w:tcPr>
          <w:p w:rsidR="00AE73B0" w:rsidRPr="00AE73B0" w:rsidRDefault="00AE73B0" w:rsidP="00B509D1">
            <w:pPr>
              <w:pStyle w:val="BodyText1"/>
              <w:rPr>
                <w:b/>
                <w:sz w:val="20"/>
              </w:rPr>
            </w:pPr>
            <w:r w:rsidRPr="00AE73B0">
              <w:rPr>
                <w:b/>
                <w:sz w:val="18"/>
              </w:rPr>
              <w:t>Internal office use only</w:t>
            </w:r>
          </w:p>
        </w:tc>
      </w:tr>
      <w:tr w:rsidR="00AE73B0" w:rsidRPr="00AE73B0" w:rsidTr="00C406E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000" w:type="pct"/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  <w:r w:rsidRPr="00AE73B0">
              <w:rPr>
                <w:sz w:val="18"/>
                <w:szCs w:val="20"/>
              </w:rPr>
              <w:t>Original job number</w:t>
            </w:r>
          </w:p>
        </w:tc>
        <w:tc>
          <w:tcPr>
            <w:tcW w:w="1255" w:type="pct"/>
            <w:tcBorders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</w:p>
        </w:tc>
        <w:tc>
          <w:tcPr>
            <w:tcW w:w="1284" w:type="pct"/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  <w:r w:rsidRPr="00AE73B0">
              <w:rPr>
                <w:sz w:val="18"/>
                <w:szCs w:val="20"/>
              </w:rPr>
              <w:t>Project Officer</w:t>
            </w:r>
          </w:p>
        </w:tc>
        <w:tc>
          <w:tcPr>
            <w:tcW w:w="1461" w:type="pct"/>
            <w:tcBorders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</w:p>
        </w:tc>
      </w:tr>
      <w:tr w:rsidR="00AE73B0" w:rsidRPr="00AE73B0" w:rsidTr="00C406E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000" w:type="pct"/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  <w:r w:rsidRPr="00AE73B0">
              <w:rPr>
                <w:sz w:val="18"/>
                <w:szCs w:val="20"/>
              </w:rPr>
              <w:t>Sector</w:t>
            </w:r>
            <w:r w:rsidR="0001364E">
              <w:rPr>
                <w:sz w:val="18"/>
                <w:szCs w:val="20"/>
              </w:rPr>
              <w:t xml:space="preserve"> </w:t>
            </w:r>
            <w:r w:rsidRPr="00AE73B0">
              <w:rPr>
                <w:sz w:val="18"/>
                <w:szCs w:val="20"/>
              </w:rPr>
              <w:t>/</w:t>
            </w:r>
            <w:r w:rsidR="0001364E">
              <w:rPr>
                <w:sz w:val="18"/>
                <w:szCs w:val="20"/>
              </w:rPr>
              <w:t xml:space="preserve"> </w:t>
            </w:r>
            <w:r w:rsidRPr="00AE73B0">
              <w:rPr>
                <w:sz w:val="18"/>
                <w:szCs w:val="20"/>
              </w:rPr>
              <w:t>Portfolio</w:t>
            </w:r>
          </w:p>
        </w:tc>
        <w:tc>
          <w:tcPr>
            <w:tcW w:w="1255" w:type="pct"/>
            <w:tcBorders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</w:p>
        </w:tc>
        <w:tc>
          <w:tcPr>
            <w:tcW w:w="1284" w:type="pct"/>
            <w:shd w:val="clear" w:color="auto" w:fill="F2F2F2" w:themeFill="background1" w:themeFillShade="F2"/>
            <w:vAlign w:val="bottom"/>
          </w:tcPr>
          <w:p w:rsidR="00AE73B0" w:rsidRPr="00AE73B0" w:rsidRDefault="00AE73B0" w:rsidP="0001364E">
            <w:pPr>
              <w:pStyle w:val="BodyText1"/>
              <w:rPr>
                <w:sz w:val="18"/>
                <w:szCs w:val="20"/>
              </w:rPr>
            </w:pPr>
            <w:r w:rsidRPr="00AE73B0">
              <w:rPr>
                <w:sz w:val="18"/>
                <w:szCs w:val="20"/>
              </w:rPr>
              <w:t xml:space="preserve">Photographer / </w:t>
            </w:r>
            <w:r w:rsidR="0001364E">
              <w:rPr>
                <w:sz w:val="18"/>
                <w:szCs w:val="20"/>
              </w:rPr>
              <w:t>F</w:t>
            </w:r>
            <w:r w:rsidRPr="00AE73B0">
              <w:rPr>
                <w:sz w:val="18"/>
                <w:szCs w:val="20"/>
              </w:rPr>
              <w:t>ilmmaker</w:t>
            </w:r>
          </w:p>
        </w:tc>
        <w:tc>
          <w:tcPr>
            <w:tcW w:w="1461" w:type="pct"/>
            <w:tcBorders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AE73B0" w:rsidRPr="00AE73B0" w:rsidRDefault="00AE73B0" w:rsidP="00B51B24">
            <w:pPr>
              <w:pStyle w:val="BodyText1"/>
              <w:rPr>
                <w:sz w:val="18"/>
                <w:szCs w:val="20"/>
              </w:rPr>
            </w:pPr>
          </w:p>
        </w:tc>
      </w:tr>
    </w:tbl>
    <w:p w:rsidR="00B67111" w:rsidRPr="00AE73B0" w:rsidRDefault="00B67111" w:rsidP="00C406E9">
      <w:pPr>
        <w:pStyle w:val="BodyText1"/>
        <w:rPr>
          <w:sz w:val="20"/>
          <w:szCs w:val="20"/>
        </w:rPr>
      </w:pPr>
      <w:bookmarkStart w:id="0" w:name="_GoBack"/>
      <w:bookmarkEnd w:id="0"/>
    </w:p>
    <w:sectPr w:rsidR="00B67111" w:rsidRPr="00AE73B0" w:rsidSect="00005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255" w:right="720" w:bottom="720" w:left="720" w:header="709" w:footer="1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FE" w:rsidRDefault="00A13FFE" w:rsidP="00BF2B93">
      <w:pPr>
        <w:spacing w:after="0" w:line="240" w:lineRule="auto"/>
      </w:pPr>
      <w:r>
        <w:separator/>
      </w:r>
    </w:p>
  </w:endnote>
  <w:endnote w:type="continuationSeparator" w:id="0">
    <w:p w:rsidR="00A13FFE" w:rsidRDefault="00A13FFE" w:rsidP="00BF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eSans B ExtraBold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D45" w:rsidRDefault="00CF1D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14"/>
      <w:gridCol w:w="4714"/>
    </w:tblGrid>
    <w:tr w:rsidR="004B348C" w:rsidTr="009909C1">
      <w:tc>
        <w:tcPr>
          <w:tcW w:w="4714" w:type="dxa"/>
        </w:tcPr>
        <w:p w:rsidR="004B348C" w:rsidRDefault="004B348C" w:rsidP="009909C1">
          <w:pPr>
            <w:pStyle w:val="Footer"/>
          </w:pPr>
          <w:r>
            <w:t>Wesley Mission is a part of the Uniting Church in Australia</w:t>
          </w:r>
        </w:p>
        <w:p w:rsidR="004B348C" w:rsidRDefault="004B348C" w:rsidP="009909C1">
          <w:pPr>
            <w:pStyle w:val="Footer"/>
          </w:pPr>
          <w:r>
            <w:t xml:space="preserve">ABN </w:t>
          </w:r>
          <w:r w:rsidRPr="005B08B6">
            <w:t>42 164 655 145</w:t>
          </w:r>
        </w:p>
      </w:tc>
      <w:tc>
        <w:tcPr>
          <w:tcW w:w="4714" w:type="dxa"/>
        </w:tcPr>
        <w:p w:rsidR="004B348C" w:rsidRDefault="004B348C" w:rsidP="009909C1">
          <w:pPr>
            <w:pStyle w:val="Footer"/>
            <w:jc w:val="right"/>
          </w:pPr>
          <w:r w:rsidRPr="00A7340F">
            <w:rPr>
              <w:rFonts w:cs="Arial"/>
              <w:szCs w:val="14"/>
            </w:rPr>
            <w:t xml:space="preserve">Page </w:t>
          </w:r>
          <w:r w:rsidR="00154740" w:rsidRPr="00A7340F">
            <w:rPr>
              <w:rFonts w:cs="Arial"/>
              <w:szCs w:val="14"/>
            </w:rPr>
            <w:fldChar w:fldCharType="begin"/>
          </w:r>
          <w:r w:rsidRPr="00A7340F">
            <w:rPr>
              <w:rFonts w:cs="Arial"/>
              <w:szCs w:val="14"/>
            </w:rPr>
            <w:instrText xml:space="preserve"> PAGE </w:instrText>
          </w:r>
          <w:r w:rsidR="00154740" w:rsidRPr="00A7340F">
            <w:rPr>
              <w:rFonts w:cs="Arial"/>
              <w:szCs w:val="14"/>
            </w:rPr>
            <w:fldChar w:fldCharType="separate"/>
          </w:r>
          <w:r w:rsidR="00F74361">
            <w:rPr>
              <w:rFonts w:cs="Arial"/>
              <w:noProof/>
              <w:szCs w:val="14"/>
            </w:rPr>
            <w:t>1</w:t>
          </w:r>
          <w:r w:rsidR="00154740" w:rsidRPr="00A7340F">
            <w:rPr>
              <w:rFonts w:cs="Arial"/>
              <w:szCs w:val="14"/>
            </w:rPr>
            <w:fldChar w:fldCharType="end"/>
          </w:r>
          <w:r w:rsidRPr="00A7340F">
            <w:rPr>
              <w:rFonts w:cs="Arial"/>
              <w:szCs w:val="14"/>
            </w:rPr>
            <w:t xml:space="preserve"> of </w:t>
          </w:r>
          <w:r w:rsidR="00154740" w:rsidRPr="00A7340F">
            <w:rPr>
              <w:rFonts w:cs="Arial"/>
              <w:szCs w:val="14"/>
            </w:rPr>
            <w:fldChar w:fldCharType="begin"/>
          </w:r>
          <w:r w:rsidRPr="00A7340F">
            <w:rPr>
              <w:rFonts w:cs="Arial"/>
              <w:szCs w:val="14"/>
            </w:rPr>
            <w:instrText xml:space="preserve"> NUMPAGES  </w:instrText>
          </w:r>
          <w:r w:rsidR="00154740" w:rsidRPr="00A7340F">
            <w:rPr>
              <w:rFonts w:cs="Arial"/>
              <w:szCs w:val="14"/>
            </w:rPr>
            <w:fldChar w:fldCharType="separate"/>
          </w:r>
          <w:r w:rsidR="00F74361">
            <w:rPr>
              <w:rFonts w:cs="Arial"/>
              <w:noProof/>
              <w:szCs w:val="14"/>
            </w:rPr>
            <w:t>4</w:t>
          </w:r>
          <w:r w:rsidR="00154740" w:rsidRPr="00A7340F">
            <w:rPr>
              <w:rFonts w:cs="Arial"/>
              <w:szCs w:val="14"/>
            </w:rPr>
            <w:fldChar w:fldCharType="end"/>
          </w:r>
        </w:p>
      </w:tc>
    </w:tr>
  </w:tbl>
  <w:p w:rsidR="004B348C" w:rsidRDefault="004B348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714"/>
      <w:gridCol w:w="4714"/>
    </w:tblGrid>
    <w:tr w:rsidR="004B348C" w:rsidTr="009909C1">
      <w:tc>
        <w:tcPr>
          <w:tcW w:w="4714" w:type="dxa"/>
        </w:tcPr>
        <w:p w:rsidR="004B348C" w:rsidRDefault="004B348C" w:rsidP="009909C1">
          <w:pPr>
            <w:pStyle w:val="Footer"/>
          </w:pPr>
          <w:r>
            <w:t>Wesley Mission is a part of the Uniting Church in Australia</w:t>
          </w:r>
        </w:p>
        <w:p w:rsidR="004B348C" w:rsidRDefault="004B348C" w:rsidP="009909C1">
          <w:pPr>
            <w:pStyle w:val="Footer"/>
          </w:pPr>
          <w:r>
            <w:t>ABN 57 996 964 406</w:t>
          </w:r>
        </w:p>
      </w:tc>
      <w:tc>
        <w:tcPr>
          <w:tcW w:w="4714" w:type="dxa"/>
        </w:tcPr>
        <w:p w:rsidR="004B348C" w:rsidRDefault="004B348C" w:rsidP="009909C1">
          <w:pPr>
            <w:pStyle w:val="Footer"/>
            <w:jc w:val="right"/>
          </w:pPr>
          <w:r w:rsidRPr="00A7340F">
            <w:rPr>
              <w:rFonts w:cs="Arial"/>
              <w:szCs w:val="14"/>
            </w:rPr>
            <w:t xml:space="preserve">Page </w:t>
          </w:r>
          <w:r w:rsidR="00154740" w:rsidRPr="00A7340F">
            <w:rPr>
              <w:rFonts w:cs="Arial"/>
              <w:szCs w:val="14"/>
            </w:rPr>
            <w:fldChar w:fldCharType="begin"/>
          </w:r>
          <w:r w:rsidRPr="00A7340F">
            <w:rPr>
              <w:rFonts w:cs="Arial"/>
              <w:szCs w:val="14"/>
            </w:rPr>
            <w:instrText xml:space="preserve"> PAGE </w:instrText>
          </w:r>
          <w:r w:rsidR="00154740" w:rsidRPr="00A7340F">
            <w:rPr>
              <w:rFonts w:cs="Arial"/>
              <w:szCs w:val="14"/>
            </w:rPr>
            <w:fldChar w:fldCharType="separate"/>
          </w:r>
          <w:r>
            <w:rPr>
              <w:rFonts w:cs="Arial"/>
              <w:noProof/>
              <w:szCs w:val="14"/>
            </w:rPr>
            <w:t>1</w:t>
          </w:r>
          <w:r w:rsidR="00154740" w:rsidRPr="00A7340F">
            <w:rPr>
              <w:rFonts w:cs="Arial"/>
              <w:szCs w:val="14"/>
            </w:rPr>
            <w:fldChar w:fldCharType="end"/>
          </w:r>
          <w:r w:rsidRPr="00A7340F">
            <w:rPr>
              <w:rFonts w:cs="Arial"/>
              <w:szCs w:val="14"/>
            </w:rPr>
            <w:t xml:space="preserve"> of </w:t>
          </w:r>
          <w:r w:rsidR="00154740" w:rsidRPr="00A7340F">
            <w:rPr>
              <w:rFonts w:cs="Arial"/>
              <w:szCs w:val="14"/>
            </w:rPr>
            <w:fldChar w:fldCharType="begin"/>
          </w:r>
          <w:r w:rsidRPr="00A7340F">
            <w:rPr>
              <w:rFonts w:cs="Arial"/>
              <w:szCs w:val="14"/>
            </w:rPr>
            <w:instrText xml:space="preserve"> NUMPAGES  </w:instrText>
          </w:r>
          <w:r w:rsidR="00154740" w:rsidRPr="00A7340F">
            <w:rPr>
              <w:rFonts w:cs="Arial"/>
              <w:szCs w:val="14"/>
            </w:rPr>
            <w:fldChar w:fldCharType="separate"/>
          </w:r>
          <w:r w:rsidR="00323C29">
            <w:rPr>
              <w:rFonts w:cs="Arial"/>
              <w:noProof/>
              <w:szCs w:val="14"/>
            </w:rPr>
            <w:t>4</w:t>
          </w:r>
          <w:r w:rsidR="00154740" w:rsidRPr="00A7340F">
            <w:rPr>
              <w:rFonts w:cs="Arial"/>
              <w:szCs w:val="14"/>
            </w:rPr>
            <w:fldChar w:fldCharType="end"/>
          </w:r>
        </w:p>
      </w:tc>
    </w:tr>
  </w:tbl>
  <w:p w:rsidR="004B348C" w:rsidRDefault="004B34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FE" w:rsidRDefault="00A13FFE" w:rsidP="00BF2B93">
      <w:pPr>
        <w:spacing w:after="0" w:line="240" w:lineRule="auto"/>
      </w:pPr>
      <w:r>
        <w:separator/>
      </w:r>
    </w:p>
  </w:footnote>
  <w:footnote w:type="continuationSeparator" w:id="0">
    <w:p w:rsidR="00A13FFE" w:rsidRDefault="00A13FFE" w:rsidP="00BF2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D45" w:rsidRDefault="00CF1D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48C" w:rsidRPr="00005FA5" w:rsidRDefault="004B348C" w:rsidP="00005FA5">
    <w:pPr>
      <w:jc w:val="both"/>
      <w:rPr>
        <w:rFonts w:eastAsia="Times New Roman" w:cs="Arial"/>
        <w:noProof/>
        <w:color w:val="0000FF"/>
        <w:sz w:val="24"/>
        <w:szCs w:val="24"/>
        <w:lang w:eastAsia="en-AU" w:bidi="ar-SA"/>
      </w:rPr>
    </w:pPr>
    <w:r>
      <w:rPr>
        <w:noProof/>
        <w:lang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65314</wp:posOffset>
          </wp:positionH>
          <wp:positionV relativeFrom="paragraph">
            <wp:posOffset>137614</wp:posOffset>
          </wp:positionV>
          <wp:extent cx="805542" cy="805542"/>
          <wp:effectExtent l="1905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M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258" cy="8042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t xml:space="preserve">                                    </w:t>
    </w:r>
    <w:r>
      <w:rPr>
        <w:rFonts w:cs="Arial"/>
        <w:noProof/>
        <w:sz w:val="16"/>
        <w:szCs w:val="16"/>
        <w:lang w:eastAsia="en-AU" w:bidi="ar-SA"/>
      </w:rPr>
      <w:drawing>
        <wp:inline distT="0" distB="0" distL="0" distR="0">
          <wp:extent cx="670559" cy="718457"/>
          <wp:effectExtent l="0" t="0" r="0" b="5715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ingwood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940" cy="718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noProof/>
        <w:sz w:val="16"/>
        <w:szCs w:val="16"/>
        <w:lang w:eastAsia="en-AU" w:bidi="ar-SA"/>
      </w:rPr>
      <w:t xml:space="preserve">        </w:t>
    </w:r>
    <w:r>
      <w:rPr>
        <w:noProof/>
        <w:lang w:eastAsia="en-AU" w:bidi="ar-SA"/>
      </w:rPr>
      <w:t xml:space="preserve">  </w:t>
    </w:r>
    <w:r>
      <w:rPr>
        <w:noProof/>
        <w:lang w:eastAsia="en-AU" w:bidi="ar-SA"/>
      </w:rPr>
      <w:drawing>
        <wp:inline distT="0" distB="0" distL="0" distR="0">
          <wp:extent cx="796212" cy="696685"/>
          <wp:effectExtent l="0" t="0" r="4445" b="8255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spac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879" cy="702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noProof/>
        <w:sz w:val="16"/>
        <w:szCs w:val="16"/>
        <w:lang w:eastAsia="en-AU" w:bidi="ar-SA"/>
      </w:rPr>
      <w:t xml:space="preserve">    </w:t>
    </w:r>
    <w:r>
      <w:rPr>
        <w:lang w:eastAsia="en-AU" w:bidi="ar-SA"/>
      </w:rPr>
      <w:t xml:space="preserve"> </w:t>
    </w:r>
    <w:r>
      <w:rPr>
        <w:rFonts w:eastAsia="Times New Roman" w:cs="Arial"/>
        <w:noProof/>
        <w:color w:val="0000FF"/>
        <w:sz w:val="24"/>
        <w:szCs w:val="24"/>
        <w:lang w:eastAsia="en-AU" w:bidi="ar-SA"/>
      </w:rPr>
      <w:t xml:space="preserve"> </w:t>
    </w:r>
    <w:r>
      <w:rPr>
        <w:rFonts w:eastAsia="Times New Roman" w:cs="Arial"/>
        <w:noProof/>
        <w:color w:val="0000FF"/>
        <w:sz w:val="24"/>
        <w:szCs w:val="24"/>
        <w:lang w:eastAsia="en-AU" w:bidi="ar-SA"/>
      </w:rPr>
      <w:drawing>
        <wp:inline distT="0" distB="0" distL="0" distR="0">
          <wp:extent cx="994132" cy="692016"/>
          <wp:effectExtent l="0" t="0" r="0" b="0"/>
          <wp:docPr id="35" name="Picture 35" descr="https://encrypted-tbn1.gstatic.com/images?q=tbn:ANd9GcQIgBaa52qEMjJIslanAx4C9MJUGjLD24xxM6DASrQAWy6Q1ZmIHcZgw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ilrp_mut" descr="https://encrypted-tbn1.gstatic.com/images?q=tbn:ANd9GcQIgBaa52qEMjJIslanAx4C9MJUGjLD24xxM6DASrQAWy6Q1ZmIHcZgwQ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05" cy="694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Arial"/>
        <w:noProof/>
        <w:color w:val="0000FF"/>
        <w:sz w:val="24"/>
        <w:szCs w:val="24"/>
        <w:lang w:eastAsia="en-AU" w:bidi="ar-SA"/>
      </w:rPr>
      <w:t xml:space="preserve">   </w:t>
    </w:r>
    <w:r>
      <w:rPr>
        <w:lang w:eastAsia="en-AU" w:bidi="ar-SA"/>
      </w:rPr>
      <w:t xml:space="preserve">   </w:t>
    </w:r>
    <w:r>
      <w:rPr>
        <w:rFonts w:eastAsia="Times New Roman" w:cs="Arial"/>
        <w:noProof/>
        <w:color w:val="0000FF"/>
        <w:sz w:val="24"/>
        <w:szCs w:val="24"/>
        <w:lang w:eastAsia="en-AU" w:bidi="ar-SA"/>
      </w:rPr>
      <w:drawing>
        <wp:inline distT="0" distB="0" distL="0" distR="0">
          <wp:extent cx="696685" cy="696685"/>
          <wp:effectExtent l="0" t="0" r="8255" b="8255"/>
          <wp:docPr id="36" name="Picture 36" descr="https://encrypted-tbn3.gstatic.com/images?q=tbn:ANd9GcSedeEQo28dMlNaNp3qFUDwHNvZ1fMJyFGHzpmSMSb-X_2fQQR-8r0Q4S-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ilrp_mut" descr="https://encrypted-tbn3.gstatic.com/images?q=tbn:ANd9GcSedeEQo28dMlNaNp3qFUDwHNvZ1fMJyFGHzpmSMSb-X_2fQQR-8r0Q4S-u">
                    <a:hlinkClick r:id="rId6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239" cy="701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en-AU" w:bidi="ar-SA"/>
      </w:rPr>
      <w:t xml:space="preserve"> </w:t>
    </w:r>
    <w:r>
      <w:rPr>
        <w:rFonts w:eastAsia="Times New Roman" w:cs="Arial"/>
        <w:noProof/>
        <w:color w:val="0000FF"/>
        <w:sz w:val="24"/>
        <w:szCs w:val="24"/>
        <w:lang w:eastAsia="en-AU" w:bidi="ar-SA"/>
      </w:rPr>
      <w:t xml:space="preserve">   </w:t>
    </w:r>
    <w:r>
      <w:rPr>
        <w:noProof/>
        <w:color w:val="0000FF"/>
        <w:lang w:eastAsia="en-AU" w:bidi="ar-SA"/>
      </w:rPr>
      <w:drawing>
        <wp:inline distT="0" distB="0" distL="0" distR="0">
          <wp:extent cx="890607" cy="576942"/>
          <wp:effectExtent l="0" t="0" r="5080" b="0"/>
          <wp:docPr id="1" name="irc_mi" descr="http://www.bluemts.com.au/_images/additional/MYST-Image.jpg">
            <a:hlinkClick xmlns:a="http://schemas.openxmlformats.org/drawingml/2006/main" r:id="rId8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bluemts.com.au/_images/additional/MYST-Image.jpg">
                    <a:hlinkClick r:id="rId8"/>
                  </pic:cNvPr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970" cy="589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348C" w:rsidRPr="006016AA" w:rsidRDefault="004B348C" w:rsidP="006016AA">
    <w:pPr>
      <w:pStyle w:val="Header"/>
      <w:rPr>
        <w:sz w:val="18"/>
        <w:lang w:eastAsia="en-AU" w:bidi="ar-SA"/>
      </w:rPr>
    </w:pPr>
  </w:p>
  <w:p w:rsidR="004B348C" w:rsidRPr="006016AA" w:rsidRDefault="004B348C" w:rsidP="006016AA">
    <w:pPr>
      <w:pStyle w:val="Header"/>
      <w:rPr>
        <w:lang w:eastAsia="en-AU" w:bidi="ar-SA"/>
      </w:rPr>
    </w:pPr>
  </w:p>
  <w:p w:rsidR="004B348C" w:rsidRDefault="004B348C" w:rsidP="004A3442">
    <w:pPr>
      <w:pStyle w:val="Header"/>
      <w:rPr>
        <w:lang w:eastAsia="en-AU" w:bidi="ar-SA"/>
      </w:rPr>
    </w:pPr>
  </w:p>
  <w:p w:rsidR="004B348C" w:rsidRPr="00A34144" w:rsidRDefault="00A34144" w:rsidP="00A34144">
    <w:pPr>
      <w:pStyle w:val="Header"/>
      <w:rPr>
        <w:rFonts w:cs="Arial"/>
        <w:sz w:val="16"/>
        <w:szCs w:val="16"/>
        <w:lang w:eastAsia="en-AU" w:bidi="ar-SA"/>
      </w:rPr>
    </w:pPr>
    <w:r>
      <w:rPr>
        <w:rFonts w:cs="Arial"/>
        <w:sz w:val="16"/>
        <w:szCs w:val="16"/>
        <w:lang w:eastAsia="en-AU" w:bidi="ar-SA"/>
      </w:rPr>
      <w:t xml:space="preserve">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D45" w:rsidRDefault="00CF1D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60F7E1"/>
    <w:multiLevelType w:val="hybridMultilevel"/>
    <w:tmpl w:val="547AB88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4145AE"/>
    <w:multiLevelType w:val="hybridMultilevel"/>
    <w:tmpl w:val="1467CC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0A6385"/>
    <w:multiLevelType w:val="hybridMultilevel"/>
    <w:tmpl w:val="A405BD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B692B1"/>
    <w:multiLevelType w:val="hybridMultilevel"/>
    <w:tmpl w:val="FDE17F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750E74D"/>
    <w:multiLevelType w:val="hybridMultilevel"/>
    <w:tmpl w:val="5E08C37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C1F01A2"/>
    <w:multiLevelType w:val="hybridMultilevel"/>
    <w:tmpl w:val="7D17D0D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ED66E7E"/>
    <w:multiLevelType w:val="hybridMultilevel"/>
    <w:tmpl w:val="B77685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8">
    <w:nsid w:val="00E325AD"/>
    <w:multiLevelType w:val="hybridMultilevel"/>
    <w:tmpl w:val="486248CE"/>
    <w:lvl w:ilvl="0" w:tplc="E74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52022B"/>
    <w:multiLevelType w:val="hybridMultilevel"/>
    <w:tmpl w:val="9E4A2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C46C63"/>
    <w:multiLevelType w:val="hybridMultilevel"/>
    <w:tmpl w:val="A9FA6E8E"/>
    <w:lvl w:ilvl="0" w:tplc="160C46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A70143"/>
    <w:multiLevelType w:val="hybridMultilevel"/>
    <w:tmpl w:val="0980CF74"/>
    <w:lvl w:ilvl="0" w:tplc="160C46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20A4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0FCF3D1E"/>
    <w:multiLevelType w:val="hybridMultilevel"/>
    <w:tmpl w:val="B11AAF5C"/>
    <w:lvl w:ilvl="0" w:tplc="02DAC7B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7E71A3"/>
    <w:multiLevelType w:val="hybridMultilevel"/>
    <w:tmpl w:val="8682A384"/>
    <w:lvl w:ilvl="0" w:tplc="E74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6EDBBC"/>
    <w:multiLevelType w:val="hybridMultilevel"/>
    <w:tmpl w:val="C98C44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85B03D6"/>
    <w:multiLevelType w:val="hybridMultilevel"/>
    <w:tmpl w:val="0CCC44F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AA3837"/>
    <w:multiLevelType w:val="hybridMultilevel"/>
    <w:tmpl w:val="BA7A85A6"/>
    <w:lvl w:ilvl="0" w:tplc="E74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C076CE"/>
    <w:multiLevelType w:val="hybridMultilevel"/>
    <w:tmpl w:val="30465540"/>
    <w:lvl w:ilvl="0" w:tplc="0AEA263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C86490"/>
    <w:multiLevelType w:val="hybridMultilevel"/>
    <w:tmpl w:val="10807F74"/>
    <w:lvl w:ilvl="0" w:tplc="96F6D0DC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310B8B"/>
    <w:multiLevelType w:val="hybridMultilevel"/>
    <w:tmpl w:val="29C83F1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5D8"/>
    <w:multiLevelType w:val="hybridMultilevel"/>
    <w:tmpl w:val="A758605C"/>
    <w:lvl w:ilvl="0" w:tplc="535EAD4C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8C96A31"/>
    <w:multiLevelType w:val="hybridMultilevel"/>
    <w:tmpl w:val="2E7460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183CFF"/>
    <w:multiLevelType w:val="hybridMultilevel"/>
    <w:tmpl w:val="A5D08C12"/>
    <w:lvl w:ilvl="0" w:tplc="02DAC7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9D49CC"/>
    <w:multiLevelType w:val="hybridMultilevel"/>
    <w:tmpl w:val="DA5450AC"/>
    <w:lvl w:ilvl="0" w:tplc="8A1CB546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9D18FE"/>
    <w:multiLevelType w:val="hybridMultilevel"/>
    <w:tmpl w:val="9DB22CDC"/>
    <w:lvl w:ilvl="0" w:tplc="F306ED14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094924"/>
    <w:multiLevelType w:val="hybridMultilevel"/>
    <w:tmpl w:val="504A97D0"/>
    <w:lvl w:ilvl="0" w:tplc="160C46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1F498C"/>
    <w:multiLevelType w:val="hybridMultilevel"/>
    <w:tmpl w:val="871494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F49D6"/>
    <w:multiLevelType w:val="hybridMultilevel"/>
    <w:tmpl w:val="DD6C12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B3875AF"/>
    <w:multiLevelType w:val="hybridMultilevel"/>
    <w:tmpl w:val="0B1A34E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E85866"/>
    <w:multiLevelType w:val="hybridMultilevel"/>
    <w:tmpl w:val="56D21B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245368"/>
    <w:multiLevelType w:val="hybridMultilevel"/>
    <w:tmpl w:val="F3CA40BA"/>
    <w:lvl w:ilvl="0" w:tplc="0C090005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2">
    <w:nsid w:val="53693307"/>
    <w:multiLevelType w:val="hybridMultilevel"/>
    <w:tmpl w:val="A622191A"/>
    <w:lvl w:ilvl="0" w:tplc="C95C5580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FE0C84"/>
    <w:multiLevelType w:val="hybridMultilevel"/>
    <w:tmpl w:val="8D986EB4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4D66073"/>
    <w:multiLevelType w:val="hybridMultilevel"/>
    <w:tmpl w:val="D35278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E930D0"/>
    <w:multiLevelType w:val="hybridMultilevel"/>
    <w:tmpl w:val="78367F5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6DC01D8"/>
    <w:multiLevelType w:val="hybridMultilevel"/>
    <w:tmpl w:val="2ED4030C"/>
    <w:lvl w:ilvl="0" w:tplc="160C468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CEF7819"/>
    <w:multiLevelType w:val="hybridMultilevel"/>
    <w:tmpl w:val="44FE26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9F81B1"/>
    <w:multiLevelType w:val="hybridMultilevel"/>
    <w:tmpl w:val="BEA95C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D983FE1"/>
    <w:multiLevelType w:val="hybridMultilevel"/>
    <w:tmpl w:val="DDB2AB6E"/>
    <w:lvl w:ilvl="0" w:tplc="E744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320494"/>
    <w:multiLevelType w:val="hybridMultilevel"/>
    <w:tmpl w:val="ACF2302A"/>
    <w:lvl w:ilvl="0" w:tplc="2658407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593A50"/>
    <w:multiLevelType w:val="hybridMultilevel"/>
    <w:tmpl w:val="BCF6AF0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FC0E3D"/>
    <w:multiLevelType w:val="hybridMultilevel"/>
    <w:tmpl w:val="1D6AB0A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89238E2"/>
    <w:multiLevelType w:val="multilevel"/>
    <w:tmpl w:val="0C09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44">
    <w:nsid w:val="78DA11BB"/>
    <w:multiLevelType w:val="hybridMultilevel"/>
    <w:tmpl w:val="C2C4789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4C2F19"/>
    <w:multiLevelType w:val="hybridMultilevel"/>
    <w:tmpl w:val="430EE9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9"/>
  </w:num>
  <w:num w:numId="3">
    <w:abstractNumId w:val="8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0"/>
  </w:num>
  <w:num w:numId="9">
    <w:abstractNumId w:val="24"/>
  </w:num>
  <w:num w:numId="10">
    <w:abstractNumId w:val="7"/>
    <w:lvlOverride w:ilvl="0">
      <w:lvl w:ilvl="0">
        <w:start w:val="1"/>
        <w:numFmt w:val="bullet"/>
        <w:lvlText w:val="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1">
    <w:abstractNumId w:val="7"/>
    <w:lvlOverride w:ilvl="0">
      <w:lvl w:ilvl="0">
        <w:start w:val="1"/>
        <w:numFmt w:val="bullet"/>
        <w:lvlText w:val=""/>
        <w:legacy w:legacy="1" w:legacySpace="0" w:legacyIndent="283"/>
        <w:lvlJc w:val="righ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2">
    <w:abstractNumId w:val="36"/>
  </w:num>
  <w:num w:numId="13">
    <w:abstractNumId w:val="32"/>
  </w:num>
  <w:num w:numId="14">
    <w:abstractNumId w:val="25"/>
  </w:num>
  <w:num w:numId="15">
    <w:abstractNumId w:val="21"/>
  </w:num>
  <w:num w:numId="16">
    <w:abstractNumId w:val="19"/>
  </w:num>
  <w:num w:numId="17">
    <w:abstractNumId w:val="44"/>
  </w:num>
  <w:num w:numId="18">
    <w:abstractNumId w:val="31"/>
  </w:num>
  <w:num w:numId="19">
    <w:abstractNumId w:val="45"/>
  </w:num>
  <w:num w:numId="20">
    <w:abstractNumId w:val="29"/>
  </w:num>
  <w:num w:numId="21">
    <w:abstractNumId w:val="34"/>
  </w:num>
  <w:num w:numId="22">
    <w:abstractNumId w:val="9"/>
  </w:num>
  <w:num w:numId="23">
    <w:abstractNumId w:val="11"/>
  </w:num>
  <w:num w:numId="24">
    <w:abstractNumId w:val="26"/>
  </w:num>
  <w:num w:numId="25">
    <w:abstractNumId w:val="4"/>
  </w:num>
  <w:num w:numId="26">
    <w:abstractNumId w:val="35"/>
  </w:num>
  <w:num w:numId="27">
    <w:abstractNumId w:val="3"/>
  </w:num>
  <w:num w:numId="28">
    <w:abstractNumId w:val="38"/>
  </w:num>
  <w:num w:numId="29">
    <w:abstractNumId w:val="1"/>
  </w:num>
  <w:num w:numId="30">
    <w:abstractNumId w:val="28"/>
  </w:num>
  <w:num w:numId="31">
    <w:abstractNumId w:val="6"/>
  </w:num>
  <w:num w:numId="32">
    <w:abstractNumId w:val="5"/>
  </w:num>
  <w:num w:numId="33">
    <w:abstractNumId w:val="15"/>
  </w:num>
  <w:num w:numId="34">
    <w:abstractNumId w:val="0"/>
  </w:num>
  <w:num w:numId="35">
    <w:abstractNumId w:val="2"/>
  </w:num>
  <w:num w:numId="36">
    <w:abstractNumId w:val="23"/>
  </w:num>
  <w:num w:numId="37">
    <w:abstractNumId w:val="13"/>
  </w:num>
  <w:num w:numId="38">
    <w:abstractNumId w:val="41"/>
  </w:num>
  <w:num w:numId="39">
    <w:abstractNumId w:val="40"/>
  </w:num>
  <w:num w:numId="40">
    <w:abstractNumId w:val="37"/>
  </w:num>
  <w:num w:numId="41">
    <w:abstractNumId w:val="12"/>
  </w:num>
  <w:num w:numId="42">
    <w:abstractNumId w:val="33"/>
  </w:num>
  <w:num w:numId="43">
    <w:abstractNumId w:val="43"/>
  </w:num>
  <w:num w:numId="44">
    <w:abstractNumId w:val="22"/>
  </w:num>
  <w:num w:numId="45">
    <w:abstractNumId w:val="27"/>
  </w:num>
  <w:num w:numId="46">
    <w:abstractNumId w:val="30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attachedTemplate r:id="rId1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B67111"/>
    <w:rsid w:val="00001A2A"/>
    <w:rsid w:val="00002146"/>
    <w:rsid w:val="000029C1"/>
    <w:rsid w:val="00005FA5"/>
    <w:rsid w:val="00011104"/>
    <w:rsid w:val="0001364E"/>
    <w:rsid w:val="000160A8"/>
    <w:rsid w:val="00020BB3"/>
    <w:rsid w:val="000549AE"/>
    <w:rsid w:val="00062E7A"/>
    <w:rsid w:val="00064A78"/>
    <w:rsid w:val="00076268"/>
    <w:rsid w:val="00077EA4"/>
    <w:rsid w:val="0008406C"/>
    <w:rsid w:val="0008471A"/>
    <w:rsid w:val="00084FE3"/>
    <w:rsid w:val="00092881"/>
    <w:rsid w:val="00094442"/>
    <w:rsid w:val="00096FAE"/>
    <w:rsid w:val="000976FE"/>
    <w:rsid w:val="000A276B"/>
    <w:rsid w:val="000A51D3"/>
    <w:rsid w:val="000C16C1"/>
    <w:rsid w:val="000D17F2"/>
    <w:rsid w:val="000D5886"/>
    <w:rsid w:val="000E3BE1"/>
    <w:rsid w:val="000F6B16"/>
    <w:rsid w:val="001024C7"/>
    <w:rsid w:val="00106A17"/>
    <w:rsid w:val="00110234"/>
    <w:rsid w:val="00114C17"/>
    <w:rsid w:val="00117323"/>
    <w:rsid w:val="00120C3D"/>
    <w:rsid w:val="00122823"/>
    <w:rsid w:val="00131950"/>
    <w:rsid w:val="00140CD8"/>
    <w:rsid w:val="00143B53"/>
    <w:rsid w:val="00152DF1"/>
    <w:rsid w:val="00154740"/>
    <w:rsid w:val="001615DA"/>
    <w:rsid w:val="00166211"/>
    <w:rsid w:val="00173F0A"/>
    <w:rsid w:val="00174DDA"/>
    <w:rsid w:val="00177002"/>
    <w:rsid w:val="00182B74"/>
    <w:rsid w:val="00183B8A"/>
    <w:rsid w:val="001874AA"/>
    <w:rsid w:val="00187B22"/>
    <w:rsid w:val="001943F8"/>
    <w:rsid w:val="001C1CF1"/>
    <w:rsid w:val="001C3482"/>
    <w:rsid w:val="001D0D16"/>
    <w:rsid w:val="001D24A2"/>
    <w:rsid w:val="001D6969"/>
    <w:rsid w:val="001E7872"/>
    <w:rsid w:val="001F3661"/>
    <w:rsid w:val="001F58D2"/>
    <w:rsid w:val="001F7CA5"/>
    <w:rsid w:val="0020523E"/>
    <w:rsid w:val="00207D5E"/>
    <w:rsid w:val="002115B5"/>
    <w:rsid w:val="00215ED2"/>
    <w:rsid w:val="00227979"/>
    <w:rsid w:val="002335A2"/>
    <w:rsid w:val="00262D76"/>
    <w:rsid w:val="0027773F"/>
    <w:rsid w:val="00277B88"/>
    <w:rsid w:val="00292C6B"/>
    <w:rsid w:val="00294946"/>
    <w:rsid w:val="002A0237"/>
    <w:rsid w:val="002A5DBF"/>
    <w:rsid w:val="002B358D"/>
    <w:rsid w:val="002B613F"/>
    <w:rsid w:val="002C6988"/>
    <w:rsid w:val="002E34FA"/>
    <w:rsid w:val="002E3887"/>
    <w:rsid w:val="002E3C94"/>
    <w:rsid w:val="002E4E83"/>
    <w:rsid w:val="002F3C29"/>
    <w:rsid w:val="002F7580"/>
    <w:rsid w:val="00310727"/>
    <w:rsid w:val="00316469"/>
    <w:rsid w:val="003167D0"/>
    <w:rsid w:val="0031796C"/>
    <w:rsid w:val="00323C29"/>
    <w:rsid w:val="003305D4"/>
    <w:rsid w:val="003330DC"/>
    <w:rsid w:val="00342369"/>
    <w:rsid w:val="0035088D"/>
    <w:rsid w:val="00366BB7"/>
    <w:rsid w:val="00370586"/>
    <w:rsid w:val="00371497"/>
    <w:rsid w:val="00380B96"/>
    <w:rsid w:val="0038715B"/>
    <w:rsid w:val="00392F4D"/>
    <w:rsid w:val="0039300F"/>
    <w:rsid w:val="003B5B4E"/>
    <w:rsid w:val="003B619F"/>
    <w:rsid w:val="003D1A79"/>
    <w:rsid w:val="003D1CEF"/>
    <w:rsid w:val="003D3560"/>
    <w:rsid w:val="003E7053"/>
    <w:rsid w:val="003F6333"/>
    <w:rsid w:val="003F7CC0"/>
    <w:rsid w:val="00405C0E"/>
    <w:rsid w:val="004135AA"/>
    <w:rsid w:val="004205E1"/>
    <w:rsid w:val="004228B9"/>
    <w:rsid w:val="00426646"/>
    <w:rsid w:val="0042679D"/>
    <w:rsid w:val="00434C53"/>
    <w:rsid w:val="004351EE"/>
    <w:rsid w:val="00444397"/>
    <w:rsid w:val="00451DD3"/>
    <w:rsid w:val="004561FF"/>
    <w:rsid w:val="0045722E"/>
    <w:rsid w:val="00476592"/>
    <w:rsid w:val="00484A33"/>
    <w:rsid w:val="00486928"/>
    <w:rsid w:val="0048794F"/>
    <w:rsid w:val="00492D79"/>
    <w:rsid w:val="004A3442"/>
    <w:rsid w:val="004B1572"/>
    <w:rsid w:val="004B348C"/>
    <w:rsid w:val="004B6387"/>
    <w:rsid w:val="004C2728"/>
    <w:rsid w:val="004C36B5"/>
    <w:rsid w:val="004C46DE"/>
    <w:rsid w:val="004C4980"/>
    <w:rsid w:val="004C5B12"/>
    <w:rsid w:val="004C5E5C"/>
    <w:rsid w:val="004E00EF"/>
    <w:rsid w:val="004F3FD0"/>
    <w:rsid w:val="004F5C03"/>
    <w:rsid w:val="004F785E"/>
    <w:rsid w:val="00507630"/>
    <w:rsid w:val="00515A23"/>
    <w:rsid w:val="0052615A"/>
    <w:rsid w:val="0052766F"/>
    <w:rsid w:val="00530901"/>
    <w:rsid w:val="00532067"/>
    <w:rsid w:val="00536CA5"/>
    <w:rsid w:val="005460A2"/>
    <w:rsid w:val="00551132"/>
    <w:rsid w:val="00551F3B"/>
    <w:rsid w:val="00556785"/>
    <w:rsid w:val="00562ABF"/>
    <w:rsid w:val="00573D08"/>
    <w:rsid w:val="00582C2D"/>
    <w:rsid w:val="00593643"/>
    <w:rsid w:val="005A2F02"/>
    <w:rsid w:val="005A45B8"/>
    <w:rsid w:val="005B08B6"/>
    <w:rsid w:val="005B238E"/>
    <w:rsid w:val="005B3020"/>
    <w:rsid w:val="005B33DC"/>
    <w:rsid w:val="005C5C25"/>
    <w:rsid w:val="005C7921"/>
    <w:rsid w:val="005D4A12"/>
    <w:rsid w:val="005E1CAF"/>
    <w:rsid w:val="005E3403"/>
    <w:rsid w:val="005E5A44"/>
    <w:rsid w:val="005E6972"/>
    <w:rsid w:val="006016AA"/>
    <w:rsid w:val="006045A1"/>
    <w:rsid w:val="006116E2"/>
    <w:rsid w:val="00614897"/>
    <w:rsid w:val="0062408D"/>
    <w:rsid w:val="00637C8E"/>
    <w:rsid w:val="0064337E"/>
    <w:rsid w:val="006434A2"/>
    <w:rsid w:val="006613D9"/>
    <w:rsid w:val="00661D91"/>
    <w:rsid w:val="00670F65"/>
    <w:rsid w:val="00671982"/>
    <w:rsid w:val="0068176D"/>
    <w:rsid w:val="0068560C"/>
    <w:rsid w:val="00687BB4"/>
    <w:rsid w:val="00687FF5"/>
    <w:rsid w:val="00690B1E"/>
    <w:rsid w:val="00691B6C"/>
    <w:rsid w:val="0069232D"/>
    <w:rsid w:val="00693E85"/>
    <w:rsid w:val="006973F6"/>
    <w:rsid w:val="006A03A3"/>
    <w:rsid w:val="006A1067"/>
    <w:rsid w:val="006A242C"/>
    <w:rsid w:val="006A2FF2"/>
    <w:rsid w:val="006A40E6"/>
    <w:rsid w:val="006A4EAA"/>
    <w:rsid w:val="006C10D3"/>
    <w:rsid w:val="006C1A2F"/>
    <w:rsid w:val="006D0FFD"/>
    <w:rsid w:val="006D760F"/>
    <w:rsid w:val="006E02B1"/>
    <w:rsid w:val="006E248A"/>
    <w:rsid w:val="00701AF2"/>
    <w:rsid w:val="00701C5C"/>
    <w:rsid w:val="007329B9"/>
    <w:rsid w:val="00750910"/>
    <w:rsid w:val="00754C4E"/>
    <w:rsid w:val="00762BDC"/>
    <w:rsid w:val="007942CF"/>
    <w:rsid w:val="00795C93"/>
    <w:rsid w:val="007B3A05"/>
    <w:rsid w:val="007D0266"/>
    <w:rsid w:val="007D3024"/>
    <w:rsid w:val="007D34E1"/>
    <w:rsid w:val="007D3FCC"/>
    <w:rsid w:val="007D6520"/>
    <w:rsid w:val="007D75DE"/>
    <w:rsid w:val="007E2F5D"/>
    <w:rsid w:val="007E6B69"/>
    <w:rsid w:val="007F3BAE"/>
    <w:rsid w:val="007F4559"/>
    <w:rsid w:val="007F69E1"/>
    <w:rsid w:val="00807963"/>
    <w:rsid w:val="00807D2D"/>
    <w:rsid w:val="0081562C"/>
    <w:rsid w:val="00835BCF"/>
    <w:rsid w:val="00840EE4"/>
    <w:rsid w:val="008411C7"/>
    <w:rsid w:val="00841ACA"/>
    <w:rsid w:val="00845057"/>
    <w:rsid w:val="00853518"/>
    <w:rsid w:val="00865D7A"/>
    <w:rsid w:val="008806B7"/>
    <w:rsid w:val="0089057C"/>
    <w:rsid w:val="00890EC4"/>
    <w:rsid w:val="00891830"/>
    <w:rsid w:val="00893BE0"/>
    <w:rsid w:val="00896615"/>
    <w:rsid w:val="008A13EE"/>
    <w:rsid w:val="008A6E6F"/>
    <w:rsid w:val="008B089A"/>
    <w:rsid w:val="008B2E6C"/>
    <w:rsid w:val="008B49B6"/>
    <w:rsid w:val="008D67DB"/>
    <w:rsid w:val="008E32F9"/>
    <w:rsid w:val="008E5F11"/>
    <w:rsid w:val="008F04CE"/>
    <w:rsid w:val="00917674"/>
    <w:rsid w:val="00924E79"/>
    <w:rsid w:val="0092755B"/>
    <w:rsid w:val="009363F3"/>
    <w:rsid w:val="00956BB0"/>
    <w:rsid w:val="00960A81"/>
    <w:rsid w:val="00973C99"/>
    <w:rsid w:val="00976598"/>
    <w:rsid w:val="0099051E"/>
    <w:rsid w:val="009909C1"/>
    <w:rsid w:val="00993326"/>
    <w:rsid w:val="009A5EA0"/>
    <w:rsid w:val="009B0364"/>
    <w:rsid w:val="009C57AB"/>
    <w:rsid w:val="009E023A"/>
    <w:rsid w:val="009E3E38"/>
    <w:rsid w:val="009F7AB4"/>
    <w:rsid w:val="00A06267"/>
    <w:rsid w:val="00A0704C"/>
    <w:rsid w:val="00A118CE"/>
    <w:rsid w:val="00A11D93"/>
    <w:rsid w:val="00A13FFE"/>
    <w:rsid w:val="00A16BFB"/>
    <w:rsid w:val="00A21C10"/>
    <w:rsid w:val="00A33C67"/>
    <w:rsid w:val="00A34144"/>
    <w:rsid w:val="00A4143C"/>
    <w:rsid w:val="00A419D5"/>
    <w:rsid w:val="00A6477D"/>
    <w:rsid w:val="00A7340F"/>
    <w:rsid w:val="00A74266"/>
    <w:rsid w:val="00A74668"/>
    <w:rsid w:val="00A83EA6"/>
    <w:rsid w:val="00A86828"/>
    <w:rsid w:val="00AA0B88"/>
    <w:rsid w:val="00AA7269"/>
    <w:rsid w:val="00AA7F78"/>
    <w:rsid w:val="00AB3288"/>
    <w:rsid w:val="00AC2FC5"/>
    <w:rsid w:val="00AE0E45"/>
    <w:rsid w:val="00AE5E62"/>
    <w:rsid w:val="00AE73B0"/>
    <w:rsid w:val="00AE797E"/>
    <w:rsid w:val="00AF7369"/>
    <w:rsid w:val="00B1229E"/>
    <w:rsid w:val="00B122B0"/>
    <w:rsid w:val="00B4065C"/>
    <w:rsid w:val="00B509D1"/>
    <w:rsid w:val="00B51B24"/>
    <w:rsid w:val="00B5370A"/>
    <w:rsid w:val="00B62D14"/>
    <w:rsid w:val="00B67111"/>
    <w:rsid w:val="00B718DA"/>
    <w:rsid w:val="00B77DD2"/>
    <w:rsid w:val="00B827DE"/>
    <w:rsid w:val="00B84137"/>
    <w:rsid w:val="00B857D3"/>
    <w:rsid w:val="00B85BD3"/>
    <w:rsid w:val="00B878FC"/>
    <w:rsid w:val="00B87FD4"/>
    <w:rsid w:val="00B93C81"/>
    <w:rsid w:val="00B96192"/>
    <w:rsid w:val="00BA6721"/>
    <w:rsid w:val="00BB2DA9"/>
    <w:rsid w:val="00BB6015"/>
    <w:rsid w:val="00BC5046"/>
    <w:rsid w:val="00BD2084"/>
    <w:rsid w:val="00BD3F4A"/>
    <w:rsid w:val="00BE010E"/>
    <w:rsid w:val="00BF21EC"/>
    <w:rsid w:val="00BF2AF4"/>
    <w:rsid w:val="00BF2B93"/>
    <w:rsid w:val="00BF7EBF"/>
    <w:rsid w:val="00C10851"/>
    <w:rsid w:val="00C171CB"/>
    <w:rsid w:val="00C25180"/>
    <w:rsid w:val="00C34521"/>
    <w:rsid w:val="00C406E9"/>
    <w:rsid w:val="00C5121D"/>
    <w:rsid w:val="00C56AC4"/>
    <w:rsid w:val="00C6289E"/>
    <w:rsid w:val="00C669B6"/>
    <w:rsid w:val="00C76739"/>
    <w:rsid w:val="00CB05BB"/>
    <w:rsid w:val="00CB3C02"/>
    <w:rsid w:val="00CC3F85"/>
    <w:rsid w:val="00CE1D62"/>
    <w:rsid w:val="00CF1D45"/>
    <w:rsid w:val="00CF746F"/>
    <w:rsid w:val="00CF7793"/>
    <w:rsid w:val="00D05725"/>
    <w:rsid w:val="00D22930"/>
    <w:rsid w:val="00D25578"/>
    <w:rsid w:val="00D34F3F"/>
    <w:rsid w:val="00D35311"/>
    <w:rsid w:val="00D46B67"/>
    <w:rsid w:val="00D644D6"/>
    <w:rsid w:val="00D670D2"/>
    <w:rsid w:val="00D67B21"/>
    <w:rsid w:val="00D70110"/>
    <w:rsid w:val="00D7443B"/>
    <w:rsid w:val="00D74E64"/>
    <w:rsid w:val="00D875BE"/>
    <w:rsid w:val="00D90D18"/>
    <w:rsid w:val="00D9640F"/>
    <w:rsid w:val="00DA1B5D"/>
    <w:rsid w:val="00DB381C"/>
    <w:rsid w:val="00DB6055"/>
    <w:rsid w:val="00DC0053"/>
    <w:rsid w:val="00DC1C06"/>
    <w:rsid w:val="00DC282E"/>
    <w:rsid w:val="00DC38D8"/>
    <w:rsid w:val="00DC4E62"/>
    <w:rsid w:val="00DE3A48"/>
    <w:rsid w:val="00DE5E88"/>
    <w:rsid w:val="00DE7D16"/>
    <w:rsid w:val="00DF0EA2"/>
    <w:rsid w:val="00E0211A"/>
    <w:rsid w:val="00E143EE"/>
    <w:rsid w:val="00E14481"/>
    <w:rsid w:val="00E34D23"/>
    <w:rsid w:val="00E45259"/>
    <w:rsid w:val="00E50FD7"/>
    <w:rsid w:val="00E52D53"/>
    <w:rsid w:val="00E624CA"/>
    <w:rsid w:val="00E77A68"/>
    <w:rsid w:val="00E842F3"/>
    <w:rsid w:val="00E85EB1"/>
    <w:rsid w:val="00E869B5"/>
    <w:rsid w:val="00E92A1D"/>
    <w:rsid w:val="00E9431F"/>
    <w:rsid w:val="00EA6D18"/>
    <w:rsid w:val="00EA7BA6"/>
    <w:rsid w:val="00EC33F4"/>
    <w:rsid w:val="00EC5D40"/>
    <w:rsid w:val="00ED128A"/>
    <w:rsid w:val="00EE3044"/>
    <w:rsid w:val="00EF3137"/>
    <w:rsid w:val="00EF31B3"/>
    <w:rsid w:val="00EF4E69"/>
    <w:rsid w:val="00F00FB1"/>
    <w:rsid w:val="00F14037"/>
    <w:rsid w:val="00F14559"/>
    <w:rsid w:val="00F233CB"/>
    <w:rsid w:val="00F305E1"/>
    <w:rsid w:val="00F36132"/>
    <w:rsid w:val="00F42CD5"/>
    <w:rsid w:val="00F51B28"/>
    <w:rsid w:val="00F56A0B"/>
    <w:rsid w:val="00F606AB"/>
    <w:rsid w:val="00F6332D"/>
    <w:rsid w:val="00F70100"/>
    <w:rsid w:val="00F733E5"/>
    <w:rsid w:val="00F73770"/>
    <w:rsid w:val="00F74361"/>
    <w:rsid w:val="00F747EA"/>
    <w:rsid w:val="00F76E73"/>
    <w:rsid w:val="00F84E40"/>
    <w:rsid w:val="00F95869"/>
    <w:rsid w:val="00FA2552"/>
    <w:rsid w:val="00FB12E5"/>
    <w:rsid w:val="00FB2502"/>
    <w:rsid w:val="00FD0A8B"/>
    <w:rsid w:val="00FE4A4A"/>
    <w:rsid w:val="00FE4BA1"/>
    <w:rsid w:val="00FE5855"/>
    <w:rsid w:val="00FE5DA3"/>
    <w:rsid w:val="00FF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ax Header Label"/>
    <w:rsid w:val="007D6520"/>
    <w:pPr>
      <w:spacing w:after="200" w:line="276" w:lineRule="auto"/>
    </w:pPr>
    <w:rPr>
      <w:rFonts w:ascii="Arial" w:hAnsi="Arial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326"/>
    <w:pPr>
      <w:spacing w:after="0" w:line="240" w:lineRule="auto"/>
      <w:contextualSpacing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132"/>
    <w:pPr>
      <w:spacing w:after="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aliases w:val="FAX HEADER CHARACTER Char"/>
    <w:basedOn w:val="Normal"/>
    <w:next w:val="Normal"/>
    <w:link w:val="Heading3Char"/>
    <w:uiPriority w:val="9"/>
    <w:rsid w:val="007D6520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rsid w:val="00110D39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rsid w:val="00110D39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rsid w:val="00110D39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rsid w:val="00110D39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rsid w:val="00110D39"/>
    <w:pPr>
      <w:spacing w:after="0"/>
      <w:outlineLvl w:val="7"/>
    </w:pPr>
    <w:rPr>
      <w:rFonts w:ascii="Cambria" w:eastAsia="Times New Roman" w:hAnsi="Cambria"/>
      <w:szCs w:val="20"/>
    </w:rPr>
  </w:style>
  <w:style w:type="paragraph" w:styleId="Heading9">
    <w:name w:val="heading 9"/>
    <w:basedOn w:val="Normal"/>
    <w:next w:val="Normal"/>
    <w:link w:val="Heading9Char"/>
    <w:uiPriority w:val="9"/>
    <w:rsid w:val="00110D39"/>
    <w:pPr>
      <w:spacing w:after="0"/>
      <w:outlineLvl w:val="8"/>
    </w:pPr>
    <w:rPr>
      <w:rFonts w:ascii="Cambria" w:eastAsia="Times New Roman" w:hAnsi="Cambria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326"/>
    <w:rPr>
      <w:rFonts w:ascii="Arial" w:eastAsia="Times New Roman" w:hAnsi="Arial"/>
      <w:b/>
      <w:bCs/>
      <w:noProof/>
      <w:sz w:val="32"/>
      <w:szCs w:val="28"/>
      <w:lang w:eastAsia="en-US" w:bidi="en-US"/>
    </w:rPr>
  </w:style>
  <w:style w:type="character" w:customStyle="1" w:styleId="Heading3Char">
    <w:name w:val="Heading 3 Char"/>
    <w:aliases w:val="FAX HEADER CHARACTER Char Char"/>
    <w:basedOn w:val="DefaultParagraphFont"/>
    <w:link w:val="Heading3"/>
    <w:uiPriority w:val="9"/>
    <w:rsid w:val="007D6520"/>
    <w:rPr>
      <w:rFonts w:ascii="Arial" w:eastAsia="Times New Roman" w:hAnsi="Arial"/>
      <w:b/>
      <w:bCs/>
      <w:noProof/>
      <w:szCs w:val="22"/>
      <w:lang w:eastAsia="en-US" w:bidi="en-US"/>
    </w:rPr>
  </w:style>
  <w:style w:type="paragraph" w:customStyle="1" w:styleId="BodyText1">
    <w:name w:val="Body Text1"/>
    <w:basedOn w:val="Normal"/>
    <w:uiPriority w:val="1"/>
    <w:qFormat/>
    <w:rsid w:val="00993326"/>
    <w:pPr>
      <w:spacing w:before="20" w:after="20" w:line="240" w:lineRule="auto"/>
    </w:pPr>
    <w:rPr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51132"/>
    <w:rPr>
      <w:rFonts w:ascii="Arial" w:eastAsia="Times New Roman" w:hAnsi="Arial"/>
      <w:b/>
      <w:bCs/>
      <w:noProof/>
      <w:sz w:val="24"/>
      <w:szCs w:val="26"/>
      <w:lang w:eastAsia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D3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D3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D3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D3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D3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D3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8715B"/>
    <w:pPr>
      <w:spacing w:line="240" w:lineRule="auto"/>
      <w:contextualSpacing/>
    </w:pPr>
    <w:rPr>
      <w:rFonts w:ascii="arial bold" w:eastAsia="Times New Roman" w:hAnsi="arial bold"/>
      <w:b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715B"/>
    <w:rPr>
      <w:rFonts w:ascii="arial bold" w:eastAsia="Times New Roman" w:hAnsi="arial bold"/>
      <w:b/>
      <w:noProof/>
      <w:sz w:val="48"/>
      <w:szCs w:val="52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rsid w:val="0031796C"/>
    <w:pPr>
      <w:spacing w:before="60" w:after="120"/>
    </w:pPr>
    <w:rPr>
      <w:rFonts w:ascii="arial bold" w:eastAsia="Times New Roman" w:hAnsi="arial bold"/>
      <w:b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796C"/>
    <w:rPr>
      <w:rFonts w:ascii="arial bold" w:eastAsia="Times New Roman" w:hAnsi="arial bold"/>
      <w:b/>
      <w:iCs/>
      <w:noProof/>
      <w:sz w:val="24"/>
      <w:szCs w:val="24"/>
      <w:lang w:eastAsia="en-US" w:bidi="en-US"/>
    </w:rPr>
  </w:style>
  <w:style w:type="character" w:styleId="Strong">
    <w:name w:val="Strong"/>
    <w:uiPriority w:val="22"/>
    <w:rsid w:val="00110D39"/>
    <w:rPr>
      <w:b/>
      <w:bCs/>
    </w:rPr>
  </w:style>
  <w:style w:type="character" w:styleId="Emphasis">
    <w:name w:val="Emphasis"/>
    <w:uiPriority w:val="20"/>
    <w:rsid w:val="00110D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ColorfulList-Accent11">
    <w:name w:val="Colorful List - Accent 11"/>
    <w:basedOn w:val="Normal"/>
    <w:uiPriority w:val="34"/>
    <w:rsid w:val="00110D39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rsid w:val="00110D39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110D39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rsid w:val="00110D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basedOn w:val="DefaultParagraphFont"/>
    <w:link w:val="LightShading-Accent21"/>
    <w:uiPriority w:val="30"/>
    <w:rsid w:val="00110D39"/>
    <w:rPr>
      <w:b/>
      <w:bCs/>
      <w:i/>
      <w:iCs/>
    </w:rPr>
  </w:style>
  <w:style w:type="character" w:customStyle="1" w:styleId="SubtleEmphasis1">
    <w:name w:val="Subtle Emphasis1"/>
    <w:uiPriority w:val="19"/>
    <w:rsid w:val="00110D39"/>
    <w:rPr>
      <w:i/>
      <w:iCs/>
    </w:rPr>
  </w:style>
  <w:style w:type="character" w:customStyle="1" w:styleId="IntenseEmphasis1">
    <w:name w:val="Intense Emphasis1"/>
    <w:uiPriority w:val="21"/>
    <w:rsid w:val="00110D39"/>
    <w:rPr>
      <w:b/>
      <w:bCs/>
    </w:rPr>
  </w:style>
  <w:style w:type="character" w:customStyle="1" w:styleId="SubtleReference1">
    <w:name w:val="Subtle Reference1"/>
    <w:uiPriority w:val="31"/>
    <w:rsid w:val="00110D39"/>
    <w:rPr>
      <w:smallCaps/>
    </w:rPr>
  </w:style>
  <w:style w:type="character" w:customStyle="1" w:styleId="IntenseReference1">
    <w:name w:val="Intense Reference1"/>
    <w:uiPriority w:val="32"/>
    <w:rsid w:val="00110D39"/>
    <w:rPr>
      <w:smallCaps/>
      <w:spacing w:val="5"/>
      <w:u w:val="single"/>
    </w:rPr>
  </w:style>
  <w:style w:type="character" w:customStyle="1" w:styleId="BookTitle1">
    <w:name w:val="Book Title1"/>
    <w:uiPriority w:val="33"/>
    <w:rsid w:val="00110D39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rsid w:val="00110D39"/>
    <w:pPr>
      <w:outlineLvl w:val="9"/>
    </w:pPr>
  </w:style>
  <w:style w:type="paragraph" w:styleId="Header">
    <w:name w:val="header"/>
    <w:basedOn w:val="Normal"/>
    <w:link w:val="HeaderChar"/>
    <w:unhideWhenUsed/>
    <w:rsid w:val="00671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71982"/>
    <w:rPr>
      <w:noProof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F3C29"/>
    <w:pPr>
      <w:tabs>
        <w:tab w:val="center" w:pos="4513"/>
        <w:tab w:val="right" w:pos="9026"/>
      </w:tabs>
      <w:spacing w:after="0" w:line="240" w:lineRule="auto"/>
    </w:pPr>
    <w:rPr>
      <w:color w:val="40404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2F3C29"/>
    <w:rPr>
      <w:rFonts w:ascii="Arial" w:hAnsi="Arial"/>
      <w:noProof/>
      <w:color w:val="404040"/>
      <w:sz w:val="14"/>
      <w:szCs w:val="22"/>
      <w:lang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982"/>
    <w:rPr>
      <w:rFonts w:ascii="Tahoma" w:hAnsi="Tahoma" w:cs="Tahoma"/>
      <w:noProof/>
      <w:sz w:val="16"/>
      <w:szCs w:val="16"/>
      <w:lang w:val="en-AU"/>
    </w:rPr>
  </w:style>
  <w:style w:type="character" w:customStyle="1" w:styleId="PlaceholderText1">
    <w:name w:val="Placeholder Text1"/>
    <w:basedOn w:val="DefaultParagraphFont"/>
    <w:uiPriority w:val="99"/>
    <w:semiHidden/>
    <w:rsid w:val="008512FF"/>
    <w:rPr>
      <w:color w:val="808080"/>
    </w:rPr>
  </w:style>
  <w:style w:type="table" w:styleId="TableGrid">
    <w:name w:val="Table Grid"/>
    <w:basedOn w:val="TableNormal"/>
    <w:uiPriority w:val="59"/>
    <w:rsid w:val="007C4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2">
    <w:name w:val="Footer 2"/>
    <w:basedOn w:val="Footer"/>
    <w:rsid w:val="00183B8A"/>
    <w:rPr>
      <w:u w:val="single"/>
    </w:rPr>
  </w:style>
  <w:style w:type="paragraph" w:customStyle="1" w:styleId="Bulletedlist">
    <w:name w:val="Bulleted list"/>
    <w:basedOn w:val="BodyText1"/>
    <w:qFormat/>
    <w:rsid w:val="00CB05BB"/>
    <w:pPr>
      <w:numPr>
        <w:numId w:val="7"/>
      </w:numPr>
      <w:ind w:left="480" w:hanging="480"/>
    </w:pPr>
    <w:rPr>
      <w:rFonts w:cs="Arial"/>
      <w:szCs w:val="20"/>
    </w:rPr>
  </w:style>
  <w:style w:type="paragraph" w:customStyle="1" w:styleId="Checklist">
    <w:name w:val="Checklist"/>
    <w:basedOn w:val="Subtitle"/>
    <w:qFormat/>
    <w:rsid w:val="00A33C67"/>
    <w:pPr>
      <w:numPr>
        <w:numId w:val="9"/>
      </w:numPr>
    </w:pPr>
    <w:rPr>
      <w:rFonts w:ascii="Arial" w:hAnsi="Arial"/>
      <w:b w:val="0"/>
      <w:sz w:val="22"/>
    </w:rPr>
  </w:style>
  <w:style w:type="paragraph" w:styleId="BodyText">
    <w:name w:val="Body Text"/>
    <w:basedOn w:val="Normal"/>
    <w:link w:val="BodyTextChar"/>
    <w:rsid w:val="0035088D"/>
    <w:pPr>
      <w:spacing w:before="40" w:after="40" w:line="240" w:lineRule="auto"/>
    </w:pPr>
    <w:rPr>
      <w:rFonts w:ascii="TheSans B ExtraBold" w:eastAsia="Times New Roman" w:hAnsi="TheSans B ExtraBold"/>
      <w:color w:val="000080"/>
      <w:sz w:val="16"/>
      <w:szCs w:val="20"/>
      <w:lang w:val="en-US" w:eastAsia="en-AU" w:bidi="ar-SA"/>
    </w:rPr>
  </w:style>
  <w:style w:type="character" w:customStyle="1" w:styleId="BodyTextChar">
    <w:name w:val="Body Text Char"/>
    <w:basedOn w:val="DefaultParagraphFont"/>
    <w:link w:val="BodyText"/>
    <w:rsid w:val="0035088D"/>
    <w:rPr>
      <w:rFonts w:ascii="TheSans B ExtraBold" w:eastAsia="Times New Roman" w:hAnsi="TheSans B ExtraBold"/>
      <w:color w:val="000080"/>
      <w:sz w:val="16"/>
      <w:lang w:val="en-US"/>
    </w:rPr>
  </w:style>
  <w:style w:type="paragraph" w:customStyle="1" w:styleId="Default">
    <w:name w:val="Default"/>
    <w:rsid w:val="006817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NewMPSubtitle1Arial11ptNotAllcapsBefore6pt">
    <w:name w:val="Style New MP Subtitle 1 + Arial 11 pt Not All caps Before:  6 pt"/>
    <w:basedOn w:val="Normal"/>
    <w:rsid w:val="00405C0E"/>
    <w:pPr>
      <w:keepNext/>
      <w:spacing w:before="120" w:after="0" w:line="360" w:lineRule="auto"/>
    </w:pPr>
    <w:rPr>
      <w:rFonts w:eastAsia="Times New Roman"/>
      <w:b/>
      <w:bCs/>
      <w:sz w:val="24"/>
      <w:szCs w:val="20"/>
      <w:lang w:bidi="ar-SA"/>
    </w:rPr>
  </w:style>
  <w:style w:type="paragraph" w:customStyle="1" w:styleId="Style10ptLeft36ptBefore6pt">
    <w:name w:val="Style 10 pt Left:  3.6 pt Before:  6 pt"/>
    <w:basedOn w:val="Normal"/>
    <w:rsid w:val="00405C0E"/>
    <w:pPr>
      <w:spacing w:before="120" w:after="0" w:line="240" w:lineRule="auto"/>
      <w:ind w:left="72"/>
    </w:pPr>
    <w:rPr>
      <w:rFonts w:eastAsia="Times New Roman"/>
      <w:szCs w:val="20"/>
      <w:lang w:bidi="ar-SA"/>
    </w:rPr>
  </w:style>
  <w:style w:type="paragraph" w:customStyle="1" w:styleId="Style10ptBoldLeft36ptBefore6pt">
    <w:name w:val="Style 10 pt Bold Left:  3.6 pt Before:  6 pt"/>
    <w:basedOn w:val="Normal"/>
    <w:rsid w:val="00405C0E"/>
    <w:pPr>
      <w:spacing w:before="120" w:after="0" w:line="240" w:lineRule="auto"/>
      <w:ind w:left="72"/>
    </w:pPr>
    <w:rPr>
      <w:rFonts w:eastAsia="Times New Roman"/>
      <w:b/>
      <w:bCs/>
      <w:szCs w:val="20"/>
      <w:lang w:bidi="ar-SA"/>
    </w:rPr>
  </w:style>
  <w:style w:type="paragraph" w:styleId="ListParagraph">
    <w:name w:val="List Paragraph"/>
    <w:basedOn w:val="Normal"/>
    <w:uiPriority w:val="34"/>
    <w:rsid w:val="0099051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A33C67"/>
    <w:rPr>
      <w:rFonts w:ascii="Arial" w:hAnsi="Arial"/>
      <w:bCs/>
      <w:i/>
      <w:dstrike w:val="0"/>
      <w:spacing w:val="5"/>
      <w:sz w:val="22"/>
      <w:vertAlign w:val="baseline"/>
    </w:rPr>
  </w:style>
  <w:style w:type="character" w:styleId="PageNumber">
    <w:name w:val="page number"/>
    <w:basedOn w:val="DefaultParagraphFont"/>
    <w:rsid w:val="004C36B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ax Header Label"/>
    <w:rsid w:val="007D6520"/>
    <w:pPr>
      <w:spacing w:after="200" w:line="276" w:lineRule="auto"/>
    </w:pPr>
    <w:rPr>
      <w:rFonts w:ascii="Arial" w:hAnsi="Arial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326"/>
    <w:pPr>
      <w:spacing w:after="0" w:line="240" w:lineRule="auto"/>
      <w:contextualSpacing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132"/>
    <w:pPr>
      <w:spacing w:after="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aliases w:val="FAX HEADER CHARACTER Char"/>
    <w:basedOn w:val="Normal"/>
    <w:next w:val="Normal"/>
    <w:link w:val="Heading3Char"/>
    <w:uiPriority w:val="9"/>
    <w:rsid w:val="007D6520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rsid w:val="00110D39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rsid w:val="00110D39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rsid w:val="00110D39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rsid w:val="00110D39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rsid w:val="00110D39"/>
    <w:pPr>
      <w:spacing w:after="0"/>
      <w:outlineLvl w:val="7"/>
    </w:pPr>
    <w:rPr>
      <w:rFonts w:ascii="Cambria" w:eastAsia="Times New Roman" w:hAnsi="Cambria"/>
      <w:szCs w:val="20"/>
    </w:rPr>
  </w:style>
  <w:style w:type="paragraph" w:styleId="Heading9">
    <w:name w:val="heading 9"/>
    <w:basedOn w:val="Normal"/>
    <w:next w:val="Normal"/>
    <w:link w:val="Heading9Char"/>
    <w:uiPriority w:val="9"/>
    <w:rsid w:val="00110D39"/>
    <w:pPr>
      <w:spacing w:after="0"/>
      <w:outlineLvl w:val="8"/>
    </w:pPr>
    <w:rPr>
      <w:rFonts w:ascii="Cambria" w:eastAsia="Times New Roman" w:hAnsi="Cambria"/>
      <w:i/>
      <w:iCs/>
      <w:spacing w:val="5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3326"/>
    <w:rPr>
      <w:rFonts w:ascii="Arial" w:eastAsia="Times New Roman" w:hAnsi="Arial"/>
      <w:b/>
      <w:bCs/>
      <w:noProof/>
      <w:sz w:val="32"/>
      <w:szCs w:val="28"/>
      <w:lang w:eastAsia="en-US" w:bidi="en-US"/>
    </w:rPr>
  </w:style>
  <w:style w:type="character" w:customStyle="1" w:styleId="Heading3Char">
    <w:name w:val="Heading 3 Char"/>
    <w:aliases w:val="FAX HEADER CHARACTER Char Char"/>
    <w:basedOn w:val="DefaultParagraphFont"/>
    <w:link w:val="Heading3"/>
    <w:uiPriority w:val="9"/>
    <w:rsid w:val="007D6520"/>
    <w:rPr>
      <w:rFonts w:ascii="Arial" w:eastAsia="Times New Roman" w:hAnsi="Arial"/>
      <w:b/>
      <w:bCs/>
      <w:noProof/>
      <w:szCs w:val="22"/>
      <w:lang w:eastAsia="en-US" w:bidi="en-US"/>
    </w:rPr>
  </w:style>
  <w:style w:type="paragraph" w:customStyle="1" w:styleId="BodyText1">
    <w:name w:val="Body Text1"/>
    <w:basedOn w:val="Normal"/>
    <w:uiPriority w:val="1"/>
    <w:qFormat/>
    <w:rsid w:val="00993326"/>
    <w:pPr>
      <w:spacing w:before="20" w:after="20" w:line="240" w:lineRule="auto"/>
    </w:pPr>
    <w:rPr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51132"/>
    <w:rPr>
      <w:rFonts w:ascii="Arial" w:eastAsia="Times New Roman" w:hAnsi="Arial"/>
      <w:b/>
      <w:bCs/>
      <w:noProof/>
      <w:sz w:val="24"/>
      <w:szCs w:val="26"/>
      <w:lang w:eastAsia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D39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D39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D39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D39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D39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D39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8715B"/>
    <w:pPr>
      <w:spacing w:line="240" w:lineRule="auto"/>
      <w:contextualSpacing/>
    </w:pPr>
    <w:rPr>
      <w:rFonts w:ascii="arial bold" w:eastAsia="Times New Roman" w:hAnsi="arial bold"/>
      <w:b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715B"/>
    <w:rPr>
      <w:rFonts w:ascii="arial bold" w:eastAsia="Times New Roman" w:hAnsi="arial bold"/>
      <w:b/>
      <w:noProof/>
      <w:sz w:val="48"/>
      <w:szCs w:val="52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rsid w:val="0031796C"/>
    <w:pPr>
      <w:spacing w:before="60" w:after="120"/>
    </w:pPr>
    <w:rPr>
      <w:rFonts w:ascii="arial bold" w:eastAsia="Times New Roman" w:hAnsi="arial bold"/>
      <w:b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796C"/>
    <w:rPr>
      <w:rFonts w:ascii="arial bold" w:eastAsia="Times New Roman" w:hAnsi="arial bold"/>
      <w:b/>
      <w:iCs/>
      <w:noProof/>
      <w:sz w:val="24"/>
      <w:szCs w:val="24"/>
      <w:lang w:eastAsia="en-US" w:bidi="en-US"/>
    </w:rPr>
  </w:style>
  <w:style w:type="character" w:styleId="Strong">
    <w:name w:val="Strong"/>
    <w:uiPriority w:val="22"/>
    <w:rsid w:val="00110D39"/>
    <w:rPr>
      <w:b/>
      <w:bCs/>
    </w:rPr>
  </w:style>
  <w:style w:type="character" w:styleId="Emphasis">
    <w:name w:val="Emphasis"/>
    <w:uiPriority w:val="20"/>
    <w:rsid w:val="00110D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ColorfulList-Accent11">
    <w:name w:val="Colorful List - Accent 11"/>
    <w:basedOn w:val="Normal"/>
    <w:uiPriority w:val="34"/>
    <w:rsid w:val="00110D39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rsid w:val="00110D39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110D39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rsid w:val="00110D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basedOn w:val="DefaultParagraphFont"/>
    <w:link w:val="LightShading-Accent21"/>
    <w:uiPriority w:val="30"/>
    <w:rsid w:val="00110D39"/>
    <w:rPr>
      <w:b/>
      <w:bCs/>
      <w:i/>
      <w:iCs/>
    </w:rPr>
  </w:style>
  <w:style w:type="character" w:customStyle="1" w:styleId="SubtleEmphasis1">
    <w:name w:val="Subtle Emphasis1"/>
    <w:uiPriority w:val="19"/>
    <w:rsid w:val="00110D39"/>
    <w:rPr>
      <w:i/>
      <w:iCs/>
    </w:rPr>
  </w:style>
  <w:style w:type="character" w:customStyle="1" w:styleId="IntenseEmphasis1">
    <w:name w:val="Intense Emphasis1"/>
    <w:uiPriority w:val="21"/>
    <w:rsid w:val="00110D39"/>
    <w:rPr>
      <w:b/>
      <w:bCs/>
    </w:rPr>
  </w:style>
  <w:style w:type="character" w:customStyle="1" w:styleId="SubtleReference1">
    <w:name w:val="Subtle Reference1"/>
    <w:uiPriority w:val="31"/>
    <w:rsid w:val="00110D39"/>
    <w:rPr>
      <w:smallCaps/>
    </w:rPr>
  </w:style>
  <w:style w:type="character" w:customStyle="1" w:styleId="IntenseReference1">
    <w:name w:val="Intense Reference1"/>
    <w:uiPriority w:val="32"/>
    <w:rsid w:val="00110D39"/>
    <w:rPr>
      <w:smallCaps/>
      <w:spacing w:val="5"/>
      <w:u w:val="single"/>
    </w:rPr>
  </w:style>
  <w:style w:type="character" w:customStyle="1" w:styleId="BookTitle1">
    <w:name w:val="Book Title1"/>
    <w:uiPriority w:val="33"/>
    <w:rsid w:val="00110D39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rsid w:val="00110D39"/>
    <w:pPr>
      <w:outlineLvl w:val="9"/>
    </w:pPr>
  </w:style>
  <w:style w:type="paragraph" w:styleId="Header">
    <w:name w:val="header"/>
    <w:basedOn w:val="Normal"/>
    <w:link w:val="HeaderChar"/>
    <w:unhideWhenUsed/>
    <w:rsid w:val="00671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71982"/>
    <w:rPr>
      <w:noProof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F3C29"/>
    <w:pPr>
      <w:tabs>
        <w:tab w:val="center" w:pos="4513"/>
        <w:tab w:val="right" w:pos="9026"/>
      </w:tabs>
      <w:spacing w:after="0" w:line="240" w:lineRule="auto"/>
    </w:pPr>
    <w:rPr>
      <w:color w:val="40404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2F3C29"/>
    <w:rPr>
      <w:rFonts w:ascii="Arial" w:hAnsi="Arial"/>
      <w:noProof/>
      <w:color w:val="404040"/>
      <w:sz w:val="14"/>
      <w:szCs w:val="22"/>
      <w:lang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982"/>
    <w:rPr>
      <w:rFonts w:ascii="Tahoma" w:hAnsi="Tahoma" w:cs="Tahoma"/>
      <w:noProof/>
      <w:sz w:val="16"/>
      <w:szCs w:val="16"/>
      <w:lang w:val="en-AU"/>
    </w:rPr>
  </w:style>
  <w:style w:type="character" w:customStyle="1" w:styleId="PlaceholderText1">
    <w:name w:val="Placeholder Text1"/>
    <w:basedOn w:val="DefaultParagraphFont"/>
    <w:uiPriority w:val="99"/>
    <w:semiHidden/>
    <w:rsid w:val="008512FF"/>
    <w:rPr>
      <w:color w:val="808080"/>
    </w:rPr>
  </w:style>
  <w:style w:type="table" w:styleId="TableGrid">
    <w:name w:val="Table Grid"/>
    <w:basedOn w:val="TableNormal"/>
    <w:uiPriority w:val="59"/>
    <w:rsid w:val="007C4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2">
    <w:name w:val="Footer 2"/>
    <w:basedOn w:val="Footer"/>
    <w:rsid w:val="00183B8A"/>
    <w:rPr>
      <w:u w:val="single"/>
    </w:rPr>
  </w:style>
  <w:style w:type="paragraph" w:customStyle="1" w:styleId="Bulletedlist">
    <w:name w:val="Bulleted list"/>
    <w:basedOn w:val="BodyText1"/>
    <w:qFormat/>
    <w:rsid w:val="00CB05BB"/>
    <w:pPr>
      <w:numPr>
        <w:numId w:val="7"/>
      </w:numPr>
      <w:ind w:left="480" w:hanging="480"/>
    </w:pPr>
    <w:rPr>
      <w:rFonts w:cs="Arial"/>
      <w:szCs w:val="20"/>
    </w:rPr>
  </w:style>
  <w:style w:type="paragraph" w:customStyle="1" w:styleId="Checklist">
    <w:name w:val="Checklist"/>
    <w:basedOn w:val="Subtitle"/>
    <w:qFormat/>
    <w:rsid w:val="00A33C67"/>
    <w:pPr>
      <w:numPr>
        <w:numId w:val="9"/>
      </w:numPr>
    </w:pPr>
    <w:rPr>
      <w:rFonts w:ascii="Arial" w:hAnsi="Arial"/>
      <w:b w:val="0"/>
      <w:sz w:val="22"/>
    </w:rPr>
  </w:style>
  <w:style w:type="paragraph" w:styleId="BodyText">
    <w:name w:val="Body Text"/>
    <w:basedOn w:val="Normal"/>
    <w:link w:val="BodyTextChar"/>
    <w:rsid w:val="0035088D"/>
    <w:pPr>
      <w:spacing w:before="40" w:after="40" w:line="240" w:lineRule="auto"/>
    </w:pPr>
    <w:rPr>
      <w:rFonts w:ascii="TheSans B ExtraBold" w:eastAsia="Times New Roman" w:hAnsi="TheSans B ExtraBold"/>
      <w:color w:val="000080"/>
      <w:sz w:val="16"/>
      <w:szCs w:val="20"/>
      <w:lang w:val="en-US" w:eastAsia="en-AU" w:bidi="ar-SA"/>
    </w:rPr>
  </w:style>
  <w:style w:type="character" w:customStyle="1" w:styleId="BodyTextChar">
    <w:name w:val="Body Text Char"/>
    <w:basedOn w:val="DefaultParagraphFont"/>
    <w:link w:val="BodyText"/>
    <w:rsid w:val="0035088D"/>
    <w:rPr>
      <w:rFonts w:ascii="TheSans B ExtraBold" w:eastAsia="Times New Roman" w:hAnsi="TheSans B ExtraBold"/>
      <w:color w:val="000080"/>
      <w:sz w:val="16"/>
      <w:lang w:val="en-US"/>
    </w:rPr>
  </w:style>
  <w:style w:type="paragraph" w:customStyle="1" w:styleId="Default">
    <w:name w:val="Default"/>
    <w:rsid w:val="006817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NewMPSubtitle1Arial11ptNotAllcapsBefore6pt">
    <w:name w:val="Style New MP Subtitle 1 + Arial 11 pt Not All caps Before:  6 pt"/>
    <w:basedOn w:val="Normal"/>
    <w:rsid w:val="00405C0E"/>
    <w:pPr>
      <w:keepNext/>
      <w:spacing w:before="120" w:after="0" w:line="360" w:lineRule="auto"/>
    </w:pPr>
    <w:rPr>
      <w:rFonts w:eastAsia="Times New Roman"/>
      <w:b/>
      <w:bCs/>
      <w:sz w:val="24"/>
      <w:szCs w:val="20"/>
      <w:lang w:bidi="ar-SA"/>
    </w:rPr>
  </w:style>
  <w:style w:type="paragraph" w:customStyle="1" w:styleId="Style10ptLeft36ptBefore6pt">
    <w:name w:val="Style 10 pt Left:  3.6 pt Before:  6 pt"/>
    <w:basedOn w:val="Normal"/>
    <w:rsid w:val="00405C0E"/>
    <w:pPr>
      <w:spacing w:before="120" w:after="0" w:line="240" w:lineRule="auto"/>
      <w:ind w:left="72"/>
    </w:pPr>
    <w:rPr>
      <w:rFonts w:eastAsia="Times New Roman"/>
      <w:szCs w:val="20"/>
      <w:lang w:bidi="ar-SA"/>
    </w:rPr>
  </w:style>
  <w:style w:type="paragraph" w:customStyle="1" w:styleId="Style10ptBoldLeft36ptBefore6pt">
    <w:name w:val="Style 10 pt Bold Left:  3.6 pt Before:  6 pt"/>
    <w:basedOn w:val="Normal"/>
    <w:rsid w:val="00405C0E"/>
    <w:pPr>
      <w:spacing w:before="120" w:after="0" w:line="240" w:lineRule="auto"/>
      <w:ind w:left="72"/>
    </w:pPr>
    <w:rPr>
      <w:rFonts w:eastAsia="Times New Roman"/>
      <w:b/>
      <w:bCs/>
      <w:szCs w:val="20"/>
      <w:lang w:bidi="ar-SA"/>
    </w:rPr>
  </w:style>
  <w:style w:type="paragraph" w:styleId="ListParagraph">
    <w:name w:val="List Paragraph"/>
    <w:basedOn w:val="Normal"/>
    <w:uiPriority w:val="34"/>
    <w:rsid w:val="0099051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A33C67"/>
    <w:rPr>
      <w:rFonts w:ascii="Arial" w:hAnsi="Arial"/>
      <w:bCs/>
      <w:i/>
      <w:dstrike w:val="0"/>
      <w:spacing w:val="5"/>
      <w:sz w:val="22"/>
      <w:vertAlign w:val="baseline"/>
    </w:rPr>
  </w:style>
  <w:style w:type="character" w:styleId="PageNumber">
    <w:name w:val="page number"/>
    <w:basedOn w:val="DefaultParagraphFont"/>
    <w:rsid w:val="004C36B5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0789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0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0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9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23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7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7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74251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2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00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192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url?sa=i&amp;rct=j&amp;q=&amp;esrc=s&amp;frm=1&amp;source=images&amp;cd=&amp;cad=rja&amp;uact=8&amp;ved=0CAcQjRw&amp;url=http://www.bluemts.com.au/11686/mountains-youth-services-team/&amp;ei=L0PUVP3SLKHImwWX4IGwAw&amp;bvm=bv.85464276,d.dGY&amp;psig=AFQjCNGLoQpE16XmMX4_BWKop6JwfhOCoA&amp;ust=1423283371007398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https://www.google.com.au/url?sa=i&amp;rct=j&amp;q=&amp;esrc=s&amp;frm=1&amp;source=images&amp;cd=&amp;cad=rja&amp;uact=8&amp;ved=0CAQQjRw&amp;url=https://www.facebook.com/NutritionStn&amp;ei=egHUVNWoF8GtmAXEsYLIBg&amp;bvm=bv.85464276,d.dGY&amp;psig=AFQjCNEJA-GCqGoiBiJX-9z7C47XH-u16A&amp;ust=1423266554420993" TargetMode="External"/><Relationship Id="rId5" Type="http://schemas.openxmlformats.org/officeDocument/2006/relationships/image" Target="media/image4.jpeg"/><Relationship Id="rId4" Type="http://schemas.openxmlformats.org/officeDocument/2006/relationships/hyperlink" Target="http://www.sustainablebluemountains.net.au/about/" TargetMode="External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Blue%20Mountains,%20Kickstart\Kickstart%20Publicity%20release%20for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FC9B4-2770-431B-A550-CD2A1EC3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Kickstart Publicity release form</Template>
  <TotalTime>1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Company>Wesley Mission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Windows User</dc:creator>
  <cp:lastModifiedBy>Administrator</cp:lastModifiedBy>
  <cp:revision>2</cp:revision>
  <cp:lastPrinted>2015-02-11T21:44:00Z</cp:lastPrinted>
  <dcterms:created xsi:type="dcterms:W3CDTF">2015-02-15T21:08:00Z</dcterms:created>
  <dcterms:modified xsi:type="dcterms:W3CDTF">2015-02-15T21:08:00Z</dcterms:modified>
</cp:coreProperties>
</file>